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36A44" w14:textId="77777777" w:rsidR="003008F7" w:rsidRPr="003008F7" w:rsidRDefault="003008F7" w:rsidP="00C879ED">
      <w:pPr>
        <w:jc w:val="left"/>
        <w:rPr>
          <w:sz w:val="16"/>
          <w:lang w:val="fr-FR"/>
        </w:rPr>
      </w:pPr>
      <w:bookmarkStart w:id="76" w:name="_Hlk525021400"/>
    </w:p>
    <w:p w14:paraId="1BC080DB" w14:textId="77777777" w:rsidR="003008F7" w:rsidRPr="003008F7" w:rsidRDefault="003008F7" w:rsidP="00C24304">
      <w:pPr>
        <w:tabs>
          <w:tab w:val="left" w:pos="7797"/>
        </w:tabs>
        <w:jc w:val="left"/>
        <w:rPr>
          <w:sz w:val="16"/>
          <w:lang w:val="fr-FR"/>
        </w:rPr>
      </w:pPr>
    </w:p>
    <w:p w14:paraId="431C1658" w14:textId="60A12072" w:rsidR="00C879ED" w:rsidRPr="006669C6" w:rsidRDefault="00C879ED" w:rsidP="000D1E24">
      <w:pPr>
        <w:tabs>
          <w:tab w:val="right" w:pos="8931"/>
          <w:tab w:val="right" w:pos="10204"/>
        </w:tabs>
        <w:jc w:val="left"/>
        <w:rPr>
          <w:szCs w:val="18"/>
          <w:lang w:val="fr-FR"/>
        </w:rPr>
      </w:pPr>
      <w:r w:rsidRPr="006669C6">
        <w:rPr>
          <w:szCs w:val="18"/>
          <w:lang w:val="fr-FR"/>
        </w:rPr>
        <w:t xml:space="preserve">Référence: </w:t>
      </w:r>
      <w:r w:rsidR="00862094">
        <w:rPr>
          <w:szCs w:val="18"/>
          <w:lang w:val="fr-FR"/>
        </w:rPr>
        <w:t xml:space="preserve">  </w:t>
      </w:r>
      <w:r w:rsidRPr="006669C6">
        <w:rPr>
          <w:szCs w:val="18"/>
          <w:lang w:val="fr-FR"/>
        </w:rPr>
        <w:t xml:space="preserve"> </w:t>
      </w:r>
      <w:r w:rsidR="00B96619" w:rsidRPr="006669C6">
        <w:rPr>
          <w:szCs w:val="18"/>
          <w:lang w:val="fr-FR"/>
        </w:rPr>
        <w:t>WLI/100</w:t>
      </w:r>
      <w:r w:rsidR="00B96619" w:rsidRPr="006669C6">
        <w:rPr>
          <w:szCs w:val="18"/>
          <w:lang w:val="fr-FR"/>
        </w:rPr>
        <w:tab/>
      </w:r>
      <w:r w:rsidR="00085A97">
        <w:rPr>
          <w:szCs w:val="18"/>
          <w:lang w:val="fr-FR"/>
        </w:rPr>
        <w:t>1</w:t>
      </w:r>
      <w:r w:rsidR="004E511A">
        <w:rPr>
          <w:szCs w:val="18"/>
          <w:lang w:val="fr-FR"/>
        </w:rPr>
        <w:t>2</w:t>
      </w:r>
      <w:r w:rsidR="00085A97">
        <w:rPr>
          <w:szCs w:val="18"/>
          <w:lang w:val="fr-FR"/>
        </w:rPr>
        <w:t> avril</w:t>
      </w:r>
      <w:r w:rsidR="00AF381C">
        <w:rPr>
          <w:szCs w:val="18"/>
          <w:lang w:val="fr-FR"/>
        </w:rPr>
        <w:t xml:space="preserve"> 202</w:t>
      </w:r>
      <w:r w:rsidR="008C4919">
        <w:rPr>
          <w:szCs w:val="18"/>
          <w:lang w:val="fr-FR"/>
        </w:rPr>
        <w:t>3</w:t>
      </w:r>
    </w:p>
    <w:p w14:paraId="2791FE12" w14:textId="77777777" w:rsidR="002E713A" w:rsidRDefault="002E713A" w:rsidP="009C3532">
      <w:pPr>
        <w:tabs>
          <w:tab w:val="left" w:pos="6379"/>
          <w:tab w:val="left" w:pos="7797"/>
          <w:tab w:val="right" w:pos="10204"/>
        </w:tabs>
        <w:jc w:val="left"/>
        <w:rPr>
          <w:sz w:val="20"/>
          <w:szCs w:val="20"/>
          <w:lang w:val="fr-FR"/>
        </w:rPr>
      </w:pPr>
    </w:p>
    <w:p w14:paraId="72DA07CE" w14:textId="0DC306EA" w:rsidR="00A639B5" w:rsidRPr="003008F7" w:rsidRDefault="00A639B5" w:rsidP="00A639B5">
      <w:pPr>
        <w:pStyle w:val="Titre"/>
        <w:rPr>
          <w:lang w:val="fr-FR"/>
        </w:rPr>
      </w:pPr>
      <w:r w:rsidRPr="003008F7">
        <w:rPr>
          <w:lang w:val="fr-FR"/>
        </w:rPr>
        <w:t>ACCORD DE MARRAKECH INSTITUANT</w:t>
      </w:r>
      <w:r w:rsidR="00862094">
        <w:rPr>
          <w:lang w:val="fr-FR"/>
        </w:rPr>
        <w:t xml:space="preserve"> </w:t>
      </w:r>
      <w:r w:rsidRPr="003008F7">
        <w:rPr>
          <w:lang w:val="fr-FR"/>
        </w:rPr>
        <w:t>L'ORGANISATION</w:t>
      </w:r>
      <w:r w:rsidR="00862094">
        <w:rPr>
          <w:lang w:val="fr-FR"/>
        </w:rPr>
        <w:br/>
      </w:r>
      <w:r w:rsidRPr="003008F7">
        <w:rPr>
          <w:lang w:val="fr-FR"/>
        </w:rPr>
        <w:t>MONDIALE DU COMMERCE</w:t>
      </w:r>
    </w:p>
    <w:p w14:paraId="316A59C8" w14:textId="37AF0DD0" w:rsidR="00A639B5" w:rsidRPr="003008F7" w:rsidRDefault="00A639B5" w:rsidP="00A639B5">
      <w:pPr>
        <w:pStyle w:val="Titre"/>
        <w:rPr>
          <w:lang w:val="fr-FR"/>
        </w:rPr>
      </w:pPr>
      <w:r w:rsidRPr="003008F7">
        <w:rPr>
          <w:lang w:val="fr-FR"/>
        </w:rPr>
        <w:t>FAIT À MARRAKECH</w:t>
      </w:r>
      <w:r w:rsidR="007D5151">
        <w:rPr>
          <w:lang w:val="fr-FR"/>
        </w:rPr>
        <w:t xml:space="preserve"> </w:t>
      </w:r>
      <w:r w:rsidRPr="003008F7">
        <w:rPr>
          <w:lang w:val="fr-FR"/>
        </w:rPr>
        <w:t>LE 15 AVRIL 1994</w:t>
      </w:r>
    </w:p>
    <w:p w14:paraId="58030F84" w14:textId="77777777" w:rsidR="00A639B5" w:rsidRPr="003008F7" w:rsidRDefault="00A639B5" w:rsidP="00A639B5">
      <w:pPr>
        <w:pStyle w:val="Titre"/>
        <w:rPr>
          <w:lang w:val="fr-FR"/>
        </w:rPr>
      </w:pPr>
    </w:p>
    <w:p w14:paraId="08772E32" w14:textId="505D4CFA" w:rsidR="00A639B5" w:rsidRPr="003008F7" w:rsidRDefault="00A639B5" w:rsidP="00A639B5">
      <w:pPr>
        <w:pStyle w:val="Titre"/>
        <w:rPr>
          <w:lang w:val="fr-FR"/>
        </w:rPr>
      </w:pPr>
      <w:r w:rsidRPr="003008F7">
        <w:rPr>
          <w:lang w:val="fr-FR"/>
        </w:rPr>
        <w:t>ACCORD GÉNÉRAL SUR LES TARIFS DOUANIERS</w:t>
      </w:r>
      <w:r w:rsidR="00C4499D">
        <w:rPr>
          <w:lang w:val="fr-FR"/>
        </w:rPr>
        <w:t xml:space="preserve"> </w:t>
      </w:r>
      <w:r w:rsidRPr="003008F7">
        <w:rPr>
          <w:lang w:val="fr-FR"/>
        </w:rPr>
        <w:t>ET LE COMMERCE DE 1994</w:t>
      </w:r>
    </w:p>
    <w:p w14:paraId="5F33F593" w14:textId="77777777" w:rsidR="00A639B5" w:rsidRPr="000B5C43" w:rsidRDefault="00A639B5" w:rsidP="00A639B5">
      <w:pPr>
        <w:pStyle w:val="Titre"/>
        <w:spacing w:after="0"/>
        <w:rPr>
          <w:lang w:val="fr-CH"/>
        </w:rPr>
      </w:pPr>
    </w:p>
    <w:p w14:paraId="6760F831" w14:textId="5E956FA5" w:rsidR="00A639B5" w:rsidRPr="000D1E24" w:rsidRDefault="00A639B5" w:rsidP="00A639B5">
      <w:pPr>
        <w:pStyle w:val="Title2"/>
        <w:rPr>
          <w:lang w:val="fr-FR"/>
        </w:rPr>
      </w:pPr>
      <w:r w:rsidRPr="00A57ECA">
        <w:rPr>
          <w:lang w:val="fr-CH"/>
        </w:rPr>
        <w:t>CERTIFICATION DE MODIFICATIONS ET DE RECTIFICATIONS</w:t>
      </w:r>
      <w:r w:rsidRPr="00A57ECA">
        <w:rPr>
          <w:lang w:val="fr-CH"/>
        </w:rPr>
        <w:br/>
        <w:t xml:space="preserve">LISTE </w:t>
      </w:r>
      <w:r w:rsidR="008C4919">
        <w:rPr>
          <w:lang w:val="fr-CH"/>
        </w:rPr>
        <w:t>I</w:t>
      </w:r>
      <w:r w:rsidR="008C4919" w:rsidRPr="00A57ECA">
        <w:rPr>
          <w:lang w:val="fr-CH"/>
        </w:rPr>
        <w:t xml:space="preserve"> </w:t>
      </w:r>
      <w:r w:rsidRPr="00A57ECA">
        <w:rPr>
          <w:lang w:val="fr-CH"/>
        </w:rPr>
        <w:t xml:space="preserve">– </w:t>
      </w:r>
      <w:r w:rsidR="00863F3D">
        <w:rPr>
          <w:lang w:val="fr-CH"/>
        </w:rPr>
        <w:t>AUSTRALIE</w:t>
      </w:r>
      <w:r w:rsidRPr="00A57ECA">
        <w:rPr>
          <w:lang w:val="fr-CH"/>
        </w:rPr>
        <w:br/>
      </w:r>
      <w:r w:rsidRPr="00A57ECA">
        <w:rPr>
          <w:lang w:val="fr-CH"/>
        </w:rPr>
        <w:br/>
      </w:r>
      <w:r w:rsidRPr="000D1E24">
        <w:rPr>
          <w:lang w:val="fr-FR"/>
        </w:rPr>
        <w:t>ENVOI D'UNE COPIE CERTIFIÉE CONFORME</w:t>
      </w:r>
    </w:p>
    <w:p w14:paraId="1C493EA3" w14:textId="77777777" w:rsidR="00A639B5" w:rsidRPr="006E35F4" w:rsidRDefault="00A639B5" w:rsidP="00A639B5">
      <w:pPr>
        <w:spacing w:after="240"/>
        <w:ind w:firstLine="567"/>
        <w:rPr>
          <w:szCs w:val="18"/>
          <w:lang w:val="fr-FR"/>
        </w:rPr>
      </w:pPr>
      <w:r w:rsidRPr="006E35F4">
        <w:rPr>
          <w:rFonts w:eastAsia="Times New Roman"/>
          <w:szCs w:val="52"/>
          <w:lang w:val="fr-FR"/>
        </w:rPr>
        <w:t xml:space="preserve">CONSIDÉRANT que les </w:t>
      </w:r>
      <w:r w:rsidRPr="006E35F4">
        <w:rPr>
          <w:szCs w:val="18"/>
          <w:lang w:val="fr-FR"/>
        </w:rPr>
        <w:t xml:space="preserve">PARTIES </w:t>
      </w:r>
      <w:r w:rsidRPr="000B5C43">
        <w:rPr>
          <w:rFonts w:eastAsia="Times New Roman"/>
          <w:szCs w:val="52"/>
          <w:lang w:val="fr-CH"/>
        </w:rPr>
        <w:t>CONTRACTANTES à l'A</w:t>
      </w:r>
      <w:r w:rsidRPr="006E35F4">
        <w:rPr>
          <w:rFonts w:eastAsia="Times New Roman"/>
          <w:szCs w:val="52"/>
          <w:lang w:val="fr-FR"/>
        </w:rPr>
        <w:t>ccord</w:t>
      </w:r>
      <w:r w:rsidRPr="003F7C9E">
        <w:rPr>
          <w:rFonts w:eastAsia="Times New Roman"/>
          <w:bCs/>
          <w:szCs w:val="52"/>
          <w:lang w:val="fr-CH"/>
        </w:rPr>
        <w:t xml:space="preserve"> </w:t>
      </w:r>
      <w:r w:rsidRPr="006E35F4">
        <w:rPr>
          <w:szCs w:val="18"/>
          <w:lang w:val="fr-FR"/>
        </w:rPr>
        <w:t>général</w:t>
      </w:r>
      <w:r w:rsidRPr="006E35F4">
        <w:rPr>
          <w:rFonts w:eastAsia="Times New Roman"/>
          <w:szCs w:val="52"/>
          <w:lang w:val="fr-FR"/>
        </w:rPr>
        <w:t xml:space="preserve"> sur les tarifs douaniers et le commerce de 1947 ont adopté</w:t>
      </w:r>
      <w:r>
        <w:rPr>
          <w:rFonts w:eastAsia="Times New Roman"/>
          <w:szCs w:val="52"/>
          <w:lang w:val="fr-FR"/>
        </w:rPr>
        <w:t>,</w:t>
      </w:r>
      <w:r w:rsidRPr="006E35F4">
        <w:rPr>
          <w:szCs w:val="18"/>
          <w:lang w:val="fr-FR"/>
        </w:rPr>
        <w:t xml:space="preserve"> le 26</w:t>
      </w:r>
      <w:r w:rsidRPr="000B5C43">
        <w:rPr>
          <w:szCs w:val="18"/>
          <w:lang w:val="fr-CH"/>
        </w:rPr>
        <w:t> m</w:t>
      </w:r>
      <w:r w:rsidRPr="006E35F4">
        <w:rPr>
          <w:szCs w:val="18"/>
          <w:lang w:val="fr-FR"/>
        </w:rPr>
        <w:t>ars</w:t>
      </w:r>
      <w:r w:rsidRPr="000B5C43">
        <w:rPr>
          <w:szCs w:val="18"/>
          <w:lang w:val="fr-CH"/>
        </w:rPr>
        <w:t> </w:t>
      </w:r>
      <w:r w:rsidRPr="006E35F4">
        <w:rPr>
          <w:szCs w:val="18"/>
          <w:lang w:val="fr-FR"/>
        </w:rPr>
        <w:t>1980, une Décision sur les procédures de modification et de rectification des listes de concessions tarifaires (</w:t>
      </w:r>
      <w:r>
        <w:rPr>
          <w:szCs w:val="18"/>
          <w:lang w:val="fr-FR"/>
        </w:rPr>
        <w:t xml:space="preserve">IBDD, </w:t>
      </w:r>
      <w:r w:rsidRPr="00EC479C">
        <w:rPr>
          <w:szCs w:val="18"/>
          <w:lang w:val="fr-FR"/>
        </w:rPr>
        <w:t>S27/26</w:t>
      </w:r>
      <w:r w:rsidRPr="00EC479C">
        <w:rPr>
          <w:szCs w:val="18"/>
          <w:lang w:val="fr-FR"/>
        </w:rPr>
        <w:noBreakHyphen/>
        <w:t>27);</w:t>
      </w:r>
    </w:p>
    <w:p w14:paraId="097CCE7F" w14:textId="4D6B29CA" w:rsidR="00A639B5" w:rsidRDefault="00A639B5" w:rsidP="00A639B5">
      <w:pPr>
        <w:spacing w:after="240"/>
        <w:ind w:firstLine="567"/>
        <w:rPr>
          <w:szCs w:val="18"/>
          <w:lang w:val="fr-FR"/>
        </w:rPr>
      </w:pPr>
      <w:r w:rsidRPr="006E35F4">
        <w:rPr>
          <w:szCs w:val="18"/>
          <w:lang w:val="fr-FR"/>
        </w:rPr>
        <w:t>CONSIDÉRANT que, conformément aux dispositions de la Décision susmentionnée, un projet contenant les modifications et les re</w:t>
      </w:r>
      <w:r>
        <w:rPr>
          <w:szCs w:val="18"/>
          <w:lang w:val="fr-FR"/>
        </w:rPr>
        <w:t xml:space="preserve">ctifications apportées à la </w:t>
      </w:r>
      <w:r w:rsidRPr="00A57ECA">
        <w:rPr>
          <w:b/>
          <w:szCs w:val="18"/>
          <w:lang w:val="fr-FR"/>
        </w:rPr>
        <w:t>Liste</w:t>
      </w:r>
      <w:r w:rsidRPr="00817A83">
        <w:rPr>
          <w:b/>
          <w:szCs w:val="18"/>
          <w:lang w:val="fr-FR"/>
        </w:rPr>
        <w:t xml:space="preserve"> </w:t>
      </w:r>
      <w:r w:rsidR="00F74D93">
        <w:rPr>
          <w:b/>
          <w:szCs w:val="18"/>
          <w:lang w:val="fr-FR"/>
        </w:rPr>
        <w:t>I</w:t>
      </w:r>
      <w:r w:rsidR="00F74D93" w:rsidRPr="00817A83">
        <w:rPr>
          <w:b/>
          <w:szCs w:val="18"/>
          <w:lang w:val="fr-FR"/>
        </w:rPr>
        <w:t xml:space="preserve"> </w:t>
      </w:r>
      <w:r>
        <w:rPr>
          <w:b/>
          <w:szCs w:val="18"/>
          <w:lang w:val="fr-FR"/>
        </w:rPr>
        <w:t>–</w:t>
      </w:r>
      <w:r w:rsidRPr="00817A83">
        <w:rPr>
          <w:b/>
          <w:szCs w:val="18"/>
          <w:lang w:val="fr-FR"/>
        </w:rPr>
        <w:t xml:space="preserve"> </w:t>
      </w:r>
      <w:r w:rsidR="00EE167C">
        <w:rPr>
          <w:b/>
          <w:szCs w:val="18"/>
          <w:lang w:val="fr-FR"/>
        </w:rPr>
        <w:t xml:space="preserve">Australie </w:t>
      </w:r>
      <w:r w:rsidRPr="006E35F4">
        <w:rPr>
          <w:szCs w:val="18"/>
          <w:lang w:val="fr-FR"/>
        </w:rPr>
        <w:t>a été communiqué à tous les Membres de l'Organisation mondiale du commerce sous co</w:t>
      </w:r>
      <w:r>
        <w:rPr>
          <w:szCs w:val="18"/>
          <w:lang w:val="fr-FR"/>
        </w:rPr>
        <w:t xml:space="preserve">uvert </w:t>
      </w:r>
      <w:r w:rsidR="00EE167C">
        <w:rPr>
          <w:szCs w:val="18"/>
          <w:lang w:val="fr-FR"/>
        </w:rPr>
        <w:t xml:space="preserve">du </w:t>
      </w:r>
      <w:r>
        <w:rPr>
          <w:szCs w:val="18"/>
          <w:lang w:val="fr-FR"/>
        </w:rPr>
        <w:t>document G/MA/TAR/RS/</w:t>
      </w:r>
      <w:r w:rsidR="00EE167C">
        <w:rPr>
          <w:szCs w:val="18"/>
          <w:lang w:val="fr-FR"/>
        </w:rPr>
        <w:t>675</w:t>
      </w:r>
      <w:r w:rsidR="008C4919">
        <w:rPr>
          <w:szCs w:val="18"/>
          <w:lang w:val="fr-FR"/>
        </w:rPr>
        <w:t>,</w:t>
      </w:r>
      <w:r>
        <w:rPr>
          <w:szCs w:val="18"/>
          <w:lang w:val="fr-FR"/>
        </w:rPr>
        <w:t xml:space="preserve"> le </w:t>
      </w:r>
      <w:r w:rsidR="00EE167C">
        <w:rPr>
          <w:szCs w:val="18"/>
          <w:lang w:val="fr-CH"/>
        </w:rPr>
        <w:t>7 avril 202</w:t>
      </w:r>
      <w:r w:rsidR="001A19A4">
        <w:rPr>
          <w:szCs w:val="18"/>
          <w:lang w:val="fr-CH"/>
        </w:rPr>
        <w:t>2</w:t>
      </w:r>
      <w:r w:rsidR="008C4919">
        <w:rPr>
          <w:szCs w:val="18"/>
          <w:lang w:val="fr-CH"/>
        </w:rPr>
        <w:t xml:space="preserve">, et </w:t>
      </w:r>
      <w:r>
        <w:rPr>
          <w:szCs w:val="18"/>
          <w:lang w:val="fr-FR"/>
        </w:rPr>
        <w:t xml:space="preserve">qu'aucune objection concernant les </w:t>
      </w:r>
      <w:r w:rsidRPr="0039335C">
        <w:rPr>
          <w:szCs w:val="18"/>
          <w:lang w:val="fr-FR"/>
        </w:rPr>
        <w:t xml:space="preserve">modifications et </w:t>
      </w:r>
      <w:r>
        <w:rPr>
          <w:szCs w:val="18"/>
          <w:lang w:val="fr-FR"/>
        </w:rPr>
        <w:t xml:space="preserve">les </w:t>
      </w:r>
      <w:r w:rsidRPr="0039335C">
        <w:rPr>
          <w:szCs w:val="18"/>
          <w:lang w:val="fr-FR"/>
        </w:rPr>
        <w:t>rectifications</w:t>
      </w:r>
      <w:r>
        <w:rPr>
          <w:szCs w:val="18"/>
          <w:lang w:val="fr-FR"/>
        </w:rPr>
        <w:t xml:space="preserve"> proposées n'a été reçue dans les trois mois suivant la date de publication du</w:t>
      </w:r>
      <w:r w:rsidR="008C4919">
        <w:rPr>
          <w:szCs w:val="18"/>
          <w:lang w:val="fr-FR"/>
        </w:rPr>
        <w:t xml:space="preserve"> </w:t>
      </w:r>
      <w:r>
        <w:rPr>
          <w:szCs w:val="18"/>
          <w:lang w:val="fr-FR"/>
        </w:rPr>
        <w:t>document</w:t>
      </w:r>
      <w:r w:rsidR="005500B2">
        <w:rPr>
          <w:szCs w:val="18"/>
          <w:lang w:val="fr-FR"/>
        </w:rPr>
        <w:t xml:space="preserve"> susmentionné</w:t>
      </w:r>
      <w:r w:rsidRPr="006E35F4">
        <w:rPr>
          <w:szCs w:val="18"/>
          <w:lang w:val="fr-FR"/>
        </w:rPr>
        <w:t>;</w:t>
      </w:r>
    </w:p>
    <w:p w14:paraId="51E42C4A" w14:textId="3CD50548" w:rsidR="005A0CBC" w:rsidRPr="00081187" w:rsidRDefault="005A0CBC" w:rsidP="00A639B5">
      <w:pPr>
        <w:spacing w:after="240"/>
        <w:ind w:firstLine="567"/>
        <w:rPr>
          <w:szCs w:val="18"/>
          <w:lang w:val="fr-FR"/>
        </w:rPr>
      </w:pPr>
      <w:r>
        <w:rPr>
          <w:szCs w:val="18"/>
          <w:lang w:val="fr-FR"/>
        </w:rPr>
        <w:t xml:space="preserve">CONSIDÉRANT que, le 30 mars 2023, l'Australie </w:t>
      </w:r>
      <w:r w:rsidR="00081187">
        <w:rPr>
          <w:szCs w:val="18"/>
          <w:lang w:val="fr-FR"/>
        </w:rPr>
        <w:t xml:space="preserve">a informé la Directrice générale de l'Organisation mondiale du commerce </w:t>
      </w:r>
      <w:r w:rsidR="00081187" w:rsidRPr="003F7C9E">
        <w:rPr>
          <w:rStyle w:val="lblseg1"/>
          <w:color w:val="000000"/>
          <w:lang w:val="fr-FR"/>
        </w:rPr>
        <w:t>que les procédures internes avaient été menées à bien</w:t>
      </w:r>
      <w:r w:rsidR="00081187">
        <w:rPr>
          <w:rStyle w:val="lblseg1"/>
          <w:color w:val="000000"/>
          <w:lang w:val="fr-FR"/>
        </w:rPr>
        <w:t xml:space="preserve"> (G/MA/TAR/RS/675/Add.1) et que les modifications pourraient entrer en vigueur le 1</w:t>
      </w:r>
      <w:r w:rsidR="00081187" w:rsidRPr="003F7C9E">
        <w:rPr>
          <w:rStyle w:val="lblseg1"/>
          <w:color w:val="000000"/>
          <w:vertAlign w:val="superscript"/>
          <w:lang w:val="fr-FR"/>
        </w:rPr>
        <w:t>er</w:t>
      </w:r>
      <w:r w:rsidR="00081187">
        <w:rPr>
          <w:rStyle w:val="lblseg1"/>
          <w:color w:val="000000"/>
          <w:lang w:val="fr-FR"/>
        </w:rPr>
        <w:t> mars 2023;</w:t>
      </w:r>
    </w:p>
    <w:p w14:paraId="73F42C0B" w14:textId="50E7245A" w:rsidR="00A639B5" w:rsidRPr="006E35F4" w:rsidRDefault="00A639B5" w:rsidP="00A639B5">
      <w:pPr>
        <w:spacing w:after="240"/>
        <w:ind w:firstLine="567"/>
        <w:rPr>
          <w:szCs w:val="18"/>
          <w:lang w:val="fr-FR"/>
        </w:rPr>
      </w:pPr>
      <w:r w:rsidRPr="006E35F4">
        <w:rPr>
          <w:szCs w:val="18"/>
          <w:lang w:val="fr-FR"/>
        </w:rPr>
        <w:t xml:space="preserve">IL EST CERTIFIÉ PAR LA PRÉSENTE que les modifications </w:t>
      </w:r>
      <w:r>
        <w:rPr>
          <w:szCs w:val="18"/>
          <w:lang w:val="fr-FR"/>
        </w:rPr>
        <w:t xml:space="preserve">et les rectifications </w:t>
      </w:r>
      <w:r w:rsidRPr="006E35F4">
        <w:rPr>
          <w:szCs w:val="18"/>
          <w:lang w:val="fr-FR"/>
        </w:rPr>
        <w:t xml:space="preserve">apportées à la </w:t>
      </w:r>
      <w:r w:rsidRPr="00A639B5">
        <w:rPr>
          <w:bCs/>
          <w:szCs w:val="18"/>
          <w:lang w:val="fr-FR"/>
        </w:rPr>
        <w:t xml:space="preserve">Liste </w:t>
      </w:r>
      <w:r w:rsidR="008C4919">
        <w:rPr>
          <w:bCs/>
          <w:szCs w:val="18"/>
          <w:lang w:val="fr-FR"/>
        </w:rPr>
        <w:t xml:space="preserve">I </w:t>
      </w:r>
      <w:r w:rsidR="00603C7D">
        <w:rPr>
          <w:bCs/>
          <w:szCs w:val="18"/>
          <w:lang w:val="fr-FR"/>
        </w:rPr>
        <w:t>–</w:t>
      </w:r>
      <w:r w:rsidR="008C4919">
        <w:rPr>
          <w:bCs/>
          <w:szCs w:val="18"/>
          <w:lang w:val="fr-FR"/>
        </w:rPr>
        <w:t xml:space="preserve"> </w:t>
      </w:r>
      <w:r w:rsidR="005A0CBC">
        <w:rPr>
          <w:bCs/>
          <w:szCs w:val="18"/>
          <w:lang w:val="fr-FR"/>
        </w:rPr>
        <w:t>Australie</w:t>
      </w:r>
      <w:r w:rsidR="005A0CBC" w:rsidRPr="002B6490">
        <w:rPr>
          <w:bCs/>
          <w:szCs w:val="18"/>
          <w:lang w:val="fr-FR"/>
        </w:rPr>
        <w:t xml:space="preserve"> </w:t>
      </w:r>
      <w:r w:rsidRPr="006E35F4">
        <w:rPr>
          <w:szCs w:val="18"/>
          <w:lang w:val="fr-FR"/>
        </w:rPr>
        <w:t xml:space="preserve">sont </w:t>
      </w:r>
      <w:r w:rsidRPr="006E35F4">
        <w:rPr>
          <w:rFonts w:cs="Verdana"/>
          <w:szCs w:val="18"/>
          <w:lang w:val="fr-FR"/>
        </w:rPr>
        <w:t>é</w:t>
      </w:r>
      <w:r w:rsidRPr="006E35F4">
        <w:rPr>
          <w:szCs w:val="18"/>
          <w:lang w:val="fr-FR"/>
        </w:rPr>
        <w:t>tablies conform</w:t>
      </w:r>
      <w:r w:rsidRPr="006E35F4">
        <w:rPr>
          <w:rFonts w:cs="Verdana"/>
          <w:szCs w:val="18"/>
          <w:lang w:val="fr-FR"/>
        </w:rPr>
        <w:t>é</w:t>
      </w:r>
      <w:r w:rsidRPr="006E35F4">
        <w:rPr>
          <w:szCs w:val="18"/>
          <w:lang w:val="fr-FR"/>
        </w:rPr>
        <w:t xml:space="preserve">ment </w:t>
      </w:r>
      <w:r w:rsidRPr="006E35F4">
        <w:rPr>
          <w:rFonts w:cs="Verdana"/>
          <w:szCs w:val="18"/>
          <w:lang w:val="fr-FR"/>
        </w:rPr>
        <w:t>à</w:t>
      </w:r>
      <w:r w:rsidRPr="006E35F4">
        <w:rPr>
          <w:szCs w:val="18"/>
          <w:lang w:val="fr-FR"/>
        </w:rPr>
        <w:t xml:space="preserve"> la D</w:t>
      </w:r>
      <w:r w:rsidRPr="006E35F4">
        <w:rPr>
          <w:rFonts w:cs="Verdana"/>
          <w:szCs w:val="18"/>
          <w:lang w:val="fr-FR"/>
        </w:rPr>
        <w:t>é</w:t>
      </w:r>
      <w:r w:rsidRPr="006E35F4">
        <w:rPr>
          <w:szCs w:val="18"/>
          <w:lang w:val="fr-FR"/>
        </w:rPr>
        <w:t>cision susmentionn</w:t>
      </w:r>
      <w:r w:rsidRPr="006E35F4">
        <w:rPr>
          <w:rFonts w:cs="Verdana"/>
          <w:szCs w:val="18"/>
          <w:lang w:val="fr-FR"/>
        </w:rPr>
        <w:t>é</w:t>
      </w:r>
      <w:r w:rsidRPr="006E35F4">
        <w:rPr>
          <w:szCs w:val="18"/>
          <w:lang w:val="fr-FR"/>
        </w:rPr>
        <w:t>e.</w:t>
      </w:r>
    </w:p>
    <w:p w14:paraId="3AF061BB" w14:textId="2BBE8E9A" w:rsidR="00A639B5" w:rsidRPr="006E35F4" w:rsidRDefault="00A639B5" w:rsidP="00A639B5">
      <w:pPr>
        <w:spacing w:after="240"/>
        <w:ind w:firstLine="567"/>
        <w:rPr>
          <w:szCs w:val="18"/>
          <w:lang w:val="fr-FR"/>
        </w:rPr>
      </w:pPr>
      <w:r w:rsidRPr="006E35F4">
        <w:rPr>
          <w:szCs w:val="18"/>
          <w:lang w:val="fr-FR"/>
        </w:rPr>
        <w:t xml:space="preserve">La Liste jointe en annexe a pris effet le </w:t>
      </w:r>
      <w:r w:rsidR="005A0CBC">
        <w:rPr>
          <w:b/>
          <w:szCs w:val="18"/>
          <w:lang w:val="fr-FR"/>
        </w:rPr>
        <w:t>1</w:t>
      </w:r>
      <w:r w:rsidR="005A0CBC" w:rsidRPr="003F7C9E">
        <w:rPr>
          <w:b/>
          <w:szCs w:val="18"/>
          <w:vertAlign w:val="superscript"/>
          <w:lang w:val="fr-FR"/>
        </w:rPr>
        <w:t>er</w:t>
      </w:r>
      <w:r w:rsidR="005A0CBC">
        <w:rPr>
          <w:b/>
          <w:szCs w:val="18"/>
          <w:lang w:val="fr-FR"/>
        </w:rPr>
        <w:t xml:space="preserve"> mars 2023</w:t>
      </w:r>
      <w:r w:rsidRPr="006E35F4">
        <w:rPr>
          <w:szCs w:val="18"/>
          <w:lang w:val="fr-FR"/>
        </w:rPr>
        <w:t>.</w:t>
      </w:r>
    </w:p>
    <w:p w14:paraId="283A20CF" w14:textId="77777777" w:rsidR="00A639B5" w:rsidRPr="006E35F4" w:rsidRDefault="00A639B5" w:rsidP="00A639B5">
      <w:pPr>
        <w:spacing w:after="240"/>
        <w:rPr>
          <w:szCs w:val="18"/>
          <w:lang w:val="fr-FR"/>
        </w:rPr>
      </w:pPr>
      <w:r w:rsidRPr="006E35F4">
        <w:rPr>
          <w:szCs w:val="18"/>
          <w:lang w:val="fr-FR"/>
        </w:rPr>
        <w:tab/>
        <w:t xml:space="preserve">Je remets par la présente une copie certifiée conforme </w:t>
      </w:r>
      <w:r>
        <w:rPr>
          <w:szCs w:val="18"/>
          <w:lang w:val="fr-FR"/>
        </w:rPr>
        <w:t xml:space="preserve">des modifications et des rectifications susmentionnées </w:t>
      </w:r>
      <w:r w:rsidRPr="006E35F4">
        <w:rPr>
          <w:szCs w:val="18"/>
          <w:lang w:val="fr-FR"/>
        </w:rPr>
        <w:t>à chaque Membre de l'Organisation mondiale du commerce.</w:t>
      </w:r>
      <w:r w:rsidRPr="000B5C43">
        <w:rPr>
          <w:szCs w:val="18"/>
          <w:lang w:val="fr-CH"/>
        </w:rPr>
        <w:t xml:space="preserve"> </w:t>
      </w:r>
      <w:r>
        <w:rPr>
          <w:szCs w:val="18"/>
          <w:lang w:val="fr-FR"/>
        </w:rPr>
        <w:t>La présente</w:t>
      </w:r>
      <w:r w:rsidRPr="006E35F4">
        <w:rPr>
          <w:szCs w:val="18"/>
          <w:lang w:val="fr-FR"/>
        </w:rPr>
        <w:t xml:space="preserve"> </w:t>
      </w:r>
      <w:r>
        <w:rPr>
          <w:szCs w:val="18"/>
          <w:lang w:val="fr-FR"/>
        </w:rPr>
        <w:t>c</w:t>
      </w:r>
      <w:r w:rsidRPr="006E35F4">
        <w:rPr>
          <w:szCs w:val="18"/>
          <w:lang w:val="fr-FR"/>
        </w:rPr>
        <w:t xml:space="preserve">ertification sera enregistrée conformément </w:t>
      </w:r>
      <w:r>
        <w:rPr>
          <w:szCs w:val="18"/>
          <w:lang w:val="fr-FR"/>
        </w:rPr>
        <w:t>aux dispositions de l'a</w:t>
      </w:r>
      <w:r w:rsidRPr="006E35F4">
        <w:rPr>
          <w:szCs w:val="18"/>
          <w:lang w:val="fr-FR"/>
        </w:rPr>
        <w:t>rtic</w:t>
      </w:r>
      <w:r>
        <w:rPr>
          <w:szCs w:val="18"/>
          <w:lang w:val="fr-FR"/>
        </w:rPr>
        <w:t>le 102 de la Charte des Nations </w:t>
      </w:r>
      <w:r w:rsidRPr="006E35F4">
        <w:rPr>
          <w:szCs w:val="18"/>
          <w:lang w:val="fr-FR"/>
        </w:rPr>
        <w:t>Unies.</w:t>
      </w:r>
    </w:p>
    <w:p w14:paraId="69A46B02" w14:textId="2E459CD1" w:rsidR="00EC479C" w:rsidRDefault="00EC479C" w:rsidP="00EC479C">
      <w:pPr>
        <w:rPr>
          <w:szCs w:val="18"/>
          <w:lang w:val="fr-FR"/>
        </w:rPr>
      </w:pPr>
      <w:r w:rsidRPr="006E35F4">
        <w:rPr>
          <w:szCs w:val="18"/>
          <w:lang w:val="fr-FR"/>
        </w:rPr>
        <w:tab/>
        <w:t>F</w:t>
      </w:r>
      <w:r w:rsidR="00AF381C">
        <w:rPr>
          <w:szCs w:val="18"/>
          <w:lang w:val="fr-FR"/>
        </w:rPr>
        <w:t>ait</w:t>
      </w:r>
      <w:r w:rsidRPr="006E35F4">
        <w:rPr>
          <w:szCs w:val="18"/>
          <w:lang w:val="fr-FR"/>
        </w:rPr>
        <w:t xml:space="preserve"> à Genève, le </w:t>
      </w:r>
      <w:r w:rsidR="005A0CBC">
        <w:rPr>
          <w:szCs w:val="18"/>
          <w:lang w:val="fr-FR"/>
        </w:rPr>
        <w:t xml:space="preserve">onze avril </w:t>
      </w:r>
      <w:r w:rsidRPr="006E35F4">
        <w:rPr>
          <w:szCs w:val="18"/>
          <w:lang w:val="fr-FR"/>
        </w:rPr>
        <w:t>deux mille</w:t>
      </w:r>
      <w:r w:rsidR="00BD63BA">
        <w:rPr>
          <w:szCs w:val="18"/>
          <w:lang w:val="fr-FR"/>
        </w:rPr>
        <w:t xml:space="preserve"> </w:t>
      </w:r>
      <w:r w:rsidR="00AF381C">
        <w:rPr>
          <w:szCs w:val="18"/>
          <w:lang w:val="fr-FR"/>
        </w:rPr>
        <w:t>vingt-</w:t>
      </w:r>
      <w:r w:rsidR="008C4919">
        <w:rPr>
          <w:szCs w:val="18"/>
          <w:lang w:val="fr-FR"/>
        </w:rPr>
        <w:t>trois</w:t>
      </w:r>
      <w:r w:rsidR="00A72686">
        <w:rPr>
          <w:szCs w:val="18"/>
          <w:lang w:val="fr-FR"/>
        </w:rPr>
        <w:t>.</w:t>
      </w:r>
    </w:p>
    <w:p w14:paraId="4A7DFA17" w14:textId="77777777" w:rsidR="007A426A" w:rsidRPr="006E35F4" w:rsidRDefault="007A426A" w:rsidP="00EC479C">
      <w:pPr>
        <w:rPr>
          <w:szCs w:val="18"/>
          <w:lang w:val="fr-FR"/>
        </w:rPr>
      </w:pPr>
    </w:p>
    <w:p w14:paraId="6A13A9A1" w14:textId="071C9409" w:rsidR="00561E5D" w:rsidRPr="00862094" w:rsidRDefault="00561E5D" w:rsidP="00EC479C">
      <w:pPr>
        <w:rPr>
          <w:noProof/>
          <w:lang w:val="fr-CH"/>
        </w:rPr>
      </w:pPr>
    </w:p>
    <w:p w14:paraId="0B2653B5" w14:textId="586200EE" w:rsidR="005E7572" w:rsidRDefault="005E7572" w:rsidP="00EC479C">
      <w:pPr>
        <w:rPr>
          <w:noProof/>
          <w:lang w:val="fr-CH"/>
        </w:rPr>
      </w:pPr>
    </w:p>
    <w:p w14:paraId="42CA9349" w14:textId="77777777" w:rsidR="00F666D0" w:rsidRPr="00862094" w:rsidRDefault="00F666D0" w:rsidP="00EC479C">
      <w:pPr>
        <w:rPr>
          <w:noProof/>
          <w:lang w:val="fr-CH"/>
        </w:rPr>
      </w:pPr>
    </w:p>
    <w:p w14:paraId="1FCFF45C" w14:textId="07DE29BE" w:rsidR="005E7572" w:rsidRPr="00862094" w:rsidRDefault="005E7572" w:rsidP="00EC479C">
      <w:pPr>
        <w:rPr>
          <w:noProof/>
          <w:lang w:val="fr-CH"/>
        </w:rPr>
      </w:pPr>
    </w:p>
    <w:p w14:paraId="70F419F7" w14:textId="5F94FE8E" w:rsidR="005E7572" w:rsidRPr="00862094" w:rsidRDefault="005E7572" w:rsidP="00EC479C">
      <w:pPr>
        <w:rPr>
          <w:noProof/>
          <w:lang w:val="fr-CH"/>
        </w:rPr>
      </w:pPr>
    </w:p>
    <w:p w14:paraId="0F5F7C1A" w14:textId="20BFAAC9" w:rsidR="009C3532" w:rsidRDefault="009C3532" w:rsidP="009C3532">
      <w:pPr>
        <w:tabs>
          <w:tab w:val="center" w:pos="6237"/>
        </w:tabs>
        <w:rPr>
          <w:szCs w:val="18"/>
          <w:lang w:val="fr-FR"/>
        </w:rPr>
      </w:pPr>
      <w:r>
        <w:rPr>
          <w:szCs w:val="18"/>
          <w:lang w:val="fr-FR"/>
        </w:rPr>
        <w:tab/>
      </w:r>
      <w:r w:rsidR="00AF381C">
        <w:rPr>
          <w:szCs w:val="18"/>
          <w:lang w:val="fr-FR"/>
        </w:rPr>
        <w:t>Ngozi Okonjo-Iweala</w:t>
      </w:r>
    </w:p>
    <w:p w14:paraId="5D28B986" w14:textId="1EE0BB76" w:rsidR="00EC479C" w:rsidRPr="006E35F4" w:rsidRDefault="009C3532" w:rsidP="009C3532">
      <w:pPr>
        <w:tabs>
          <w:tab w:val="center" w:pos="6237"/>
        </w:tabs>
        <w:rPr>
          <w:szCs w:val="18"/>
          <w:lang w:val="fr-FR"/>
        </w:rPr>
      </w:pPr>
      <w:r>
        <w:rPr>
          <w:szCs w:val="18"/>
          <w:lang w:val="fr-FR"/>
        </w:rPr>
        <w:tab/>
      </w:r>
      <w:r w:rsidR="00EC479C" w:rsidRPr="006E35F4">
        <w:rPr>
          <w:szCs w:val="18"/>
          <w:lang w:val="fr-FR"/>
        </w:rPr>
        <w:t>Directr</w:t>
      </w:r>
      <w:r w:rsidR="00AF381C">
        <w:rPr>
          <w:szCs w:val="18"/>
          <w:lang w:val="fr-FR"/>
        </w:rPr>
        <w:t>ice</w:t>
      </w:r>
      <w:r w:rsidR="00EC479C" w:rsidRPr="006E35F4">
        <w:rPr>
          <w:szCs w:val="18"/>
          <w:lang w:val="fr-FR"/>
        </w:rPr>
        <w:t xml:space="preserve"> général</w:t>
      </w:r>
      <w:r w:rsidR="00AF381C">
        <w:rPr>
          <w:szCs w:val="18"/>
          <w:lang w:val="fr-FR"/>
        </w:rPr>
        <w:t>e</w:t>
      </w:r>
    </w:p>
    <w:p w14:paraId="7E623FD7" w14:textId="77777777" w:rsidR="00EC479C" w:rsidRPr="000B5C43" w:rsidRDefault="00EC479C" w:rsidP="00EC479C">
      <w:pPr>
        <w:rPr>
          <w:lang w:val="fr-CH"/>
        </w:rPr>
      </w:pPr>
    </w:p>
    <w:p w14:paraId="497BE40D" w14:textId="77777777" w:rsidR="00A624FE" w:rsidRPr="000B5C43" w:rsidRDefault="00A624FE" w:rsidP="00EC479C">
      <w:pPr>
        <w:rPr>
          <w:lang w:val="fr-CH"/>
        </w:rPr>
      </w:pPr>
    </w:p>
    <w:p w14:paraId="1CEE863A" w14:textId="51B1A886" w:rsidR="00A624FE" w:rsidRDefault="00A624FE" w:rsidP="00A624FE">
      <w:pPr>
        <w:rPr>
          <w:szCs w:val="18"/>
          <w:lang w:val="fr-CH"/>
        </w:rPr>
      </w:pPr>
    </w:p>
    <w:p w14:paraId="279AECDB" w14:textId="77777777" w:rsidR="007D5151" w:rsidRPr="00862094" w:rsidRDefault="007D5151" w:rsidP="00A624FE">
      <w:pPr>
        <w:rPr>
          <w:szCs w:val="18"/>
          <w:lang w:val="fr-CH"/>
        </w:rPr>
      </w:pPr>
    </w:p>
    <w:p w14:paraId="0A0BD003" w14:textId="3AA1A5B0" w:rsidR="00A624FE" w:rsidRPr="00862094" w:rsidRDefault="0036240E" w:rsidP="003F7C9E">
      <w:pPr>
        <w:tabs>
          <w:tab w:val="right" w:pos="9072"/>
        </w:tabs>
        <w:rPr>
          <w:lang w:val="fr-CH" w:eastAsia="en-GB"/>
        </w:rPr>
      </w:pPr>
      <w:r w:rsidRPr="003F7C9E">
        <w:rPr>
          <w:szCs w:val="18"/>
          <w:lang w:val="fr-FR"/>
        </w:rPr>
        <w:t>23-</w:t>
      </w:r>
      <w:r w:rsidR="001069BE">
        <w:rPr>
          <w:szCs w:val="18"/>
          <w:lang w:val="fr-FR"/>
        </w:rPr>
        <w:t>2598</w:t>
      </w:r>
      <w:r w:rsidR="00A624FE" w:rsidRPr="00862094">
        <w:rPr>
          <w:szCs w:val="18"/>
          <w:lang w:val="fr-CH"/>
        </w:rPr>
        <w:tab/>
        <w:t>WT/Let/</w:t>
      </w:r>
      <w:r w:rsidR="00F74D93" w:rsidRPr="00862094">
        <w:rPr>
          <w:szCs w:val="18"/>
          <w:lang w:val="fr-CH"/>
        </w:rPr>
        <w:t>1</w:t>
      </w:r>
      <w:r w:rsidR="003F7C9E">
        <w:rPr>
          <w:szCs w:val="18"/>
          <w:lang w:val="fr-CH"/>
        </w:rPr>
        <w:t>605</w:t>
      </w:r>
      <w:r w:rsidR="00A624FE" w:rsidRPr="00862094">
        <w:rPr>
          <w:lang w:val="fr-CH" w:eastAsia="en-GB"/>
        </w:rPr>
        <w:br w:type="page"/>
      </w:r>
    </w:p>
    <w:p w14:paraId="0153BB7A" w14:textId="0E98407E" w:rsidR="00E069E4" w:rsidRPr="00534754" w:rsidRDefault="000D1E24" w:rsidP="00E069E4">
      <w:pPr>
        <w:rPr>
          <w:lang w:val="fr-FR"/>
        </w:rPr>
      </w:pPr>
      <w:r>
        <w:rPr>
          <w:lang w:val="fr-FR"/>
        </w:rPr>
        <w:lastRenderedPageBreak/>
        <w:t>Pages</w:t>
      </w:r>
      <w:r w:rsidR="00BD63BA">
        <w:rPr>
          <w:lang w:val="fr-FR"/>
        </w:rPr>
        <w:t xml:space="preserve"> </w:t>
      </w:r>
      <w:r w:rsidR="00A624FE">
        <w:rPr>
          <w:lang w:val="fr-FR"/>
        </w:rPr>
        <w:t>3</w:t>
      </w:r>
      <w:r w:rsidR="00C24304">
        <w:rPr>
          <w:lang w:val="fr-FR"/>
        </w:rPr>
        <w:t xml:space="preserve"> </w:t>
      </w:r>
      <w:r>
        <w:rPr>
          <w:lang w:val="fr-FR"/>
        </w:rPr>
        <w:t>à</w:t>
      </w:r>
      <w:r w:rsidR="00C24304">
        <w:rPr>
          <w:lang w:val="fr-FR"/>
        </w:rPr>
        <w:t xml:space="preserve"> </w:t>
      </w:r>
      <w:r w:rsidR="003F7C9E">
        <w:rPr>
          <w:lang w:val="fr-FR"/>
        </w:rPr>
        <w:t>99</w:t>
      </w:r>
      <w:r w:rsidR="006F6855">
        <w:rPr>
          <w:lang w:val="fr-FR"/>
        </w:rPr>
        <w:t xml:space="preserve"> </w:t>
      </w:r>
      <w:r w:rsidR="00B96619">
        <w:rPr>
          <w:lang w:val="fr-FR"/>
        </w:rPr>
        <w:t>O</w:t>
      </w:r>
      <w:r w:rsidR="009C3532">
        <w:rPr>
          <w:lang w:val="fr-FR"/>
        </w:rPr>
        <w:t>ffset</w:t>
      </w:r>
      <w:r w:rsidR="00B96619">
        <w:rPr>
          <w:lang w:val="fr-FR"/>
        </w:rPr>
        <w:t xml:space="preserve"> </w:t>
      </w:r>
      <w:r w:rsidR="00E1770A">
        <w:rPr>
          <w:lang w:val="fr-FR"/>
        </w:rPr>
        <w:t>(</w:t>
      </w:r>
      <w:r w:rsidR="00B96619">
        <w:rPr>
          <w:szCs w:val="18"/>
          <w:lang w:val="fr-CH"/>
        </w:rPr>
        <w:t xml:space="preserve">fichier </w:t>
      </w:r>
      <w:r>
        <w:rPr>
          <w:szCs w:val="18"/>
          <w:lang w:val="fr-CH"/>
        </w:rPr>
        <w:t>pdf</w:t>
      </w:r>
      <w:r w:rsidR="00B96619">
        <w:rPr>
          <w:szCs w:val="18"/>
          <w:lang w:val="fr-CH"/>
        </w:rPr>
        <w:t xml:space="preserve"> </w:t>
      </w:r>
      <w:r>
        <w:rPr>
          <w:szCs w:val="18"/>
          <w:lang w:val="fr-CH"/>
        </w:rPr>
        <w:t>joint</w:t>
      </w:r>
      <w:r w:rsidR="00B96619">
        <w:rPr>
          <w:szCs w:val="18"/>
          <w:lang w:val="fr-CH"/>
        </w:rPr>
        <w:t>)</w:t>
      </w:r>
      <w:bookmarkEnd w:id="76"/>
    </w:p>
    <w:sectPr w:rsidR="00E069E4" w:rsidRPr="00534754" w:rsidSect="00A62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6" w:h="16838" w:code="9"/>
      <w:pgMar w:top="1701" w:right="1440" w:bottom="1440" w:left="1440" w:header="99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49E2" w14:textId="77777777" w:rsidR="001A316A" w:rsidRDefault="001A316A" w:rsidP="00ED54E0">
      <w:bookmarkStart w:id="38" w:name="_Hlk525021422"/>
      <w:bookmarkStart w:id="39" w:name="_Hlk525021423"/>
      <w:bookmarkStart w:id="40" w:name="_Hlk525021424"/>
      <w:bookmarkStart w:id="41" w:name="_Hlk525036546"/>
      <w:bookmarkStart w:id="42" w:name="_Hlk525036547"/>
      <w:bookmarkStart w:id="43" w:name="_Hlk525036548"/>
      <w:bookmarkStart w:id="44" w:name="_Hlk525048706"/>
      <w:bookmarkStart w:id="45" w:name="_Hlk525048707"/>
      <w:bookmarkStart w:id="46" w:name="_Hlk525048708"/>
      <w:bookmarkStart w:id="47" w:name="_Hlk526862425"/>
      <w:bookmarkStart w:id="48" w:name="_Hlk526862426"/>
      <w:bookmarkStart w:id="49" w:name="_Hlk526862427"/>
      <w:bookmarkStart w:id="50" w:name="_Hlk526952854"/>
      <w:bookmarkStart w:id="51" w:name="_Hlk526952855"/>
      <w:bookmarkStart w:id="52" w:name="_Hlk526952856"/>
      <w:bookmarkStart w:id="53" w:name="_Hlk122449009"/>
      <w:bookmarkStart w:id="54" w:name="_Hlk122449010"/>
      <w:bookmarkStart w:id="55" w:name="_Hlk124946154"/>
      <w:bookmarkStart w:id="56" w:name="_Hlk124946155"/>
      <w:r>
        <w:separator/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</w:endnote>
  <w:endnote w:type="continuationSeparator" w:id="0">
    <w:p w14:paraId="330C2C39" w14:textId="77777777" w:rsidR="001A316A" w:rsidRDefault="001A316A" w:rsidP="00ED54E0">
      <w:bookmarkStart w:id="57" w:name="_Hlk525021425"/>
      <w:bookmarkStart w:id="58" w:name="_Hlk525021426"/>
      <w:bookmarkStart w:id="59" w:name="_Hlk525021427"/>
      <w:bookmarkStart w:id="60" w:name="_Hlk525036549"/>
      <w:bookmarkStart w:id="61" w:name="_Hlk525036550"/>
      <w:bookmarkStart w:id="62" w:name="_Hlk525036551"/>
      <w:bookmarkStart w:id="63" w:name="_Hlk525048709"/>
      <w:bookmarkStart w:id="64" w:name="_Hlk525048710"/>
      <w:bookmarkStart w:id="65" w:name="_Hlk525048711"/>
      <w:bookmarkStart w:id="66" w:name="_Hlk526862428"/>
      <w:bookmarkStart w:id="67" w:name="_Hlk526862429"/>
      <w:bookmarkStart w:id="68" w:name="_Hlk526862430"/>
      <w:bookmarkStart w:id="69" w:name="_Hlk526952857"/>
      <w:bookmarkStart w:id="70" w:name="_Hlk526952858"/>
      <w:bookmarkStart w:id="71" w:name="_Hlk526952859"/>
      <w:bookmarkStart w:id="72" w:name="_Hlk122449011"/>
      <w:bookmarkStart w:id="73" w:name="_Hlk122449012"/>
      <w:bookmarkStart w:id="74" w:name="_Hlk124946156"/>
      <w:bookmarkStart w:id="75" w:name="_Hlk124946157"/>
      <w:r>
        <w:continuationSeparator/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59B03" w14:textId="77777777" w:rsidR="00C765DD" w:rsidRPr="002D3B5F" w:rsidRDefault="00C765DD" w:rsidP="00C765DD">
    <w:pPr>
      <w:pStyle w:val="Pieddepage"/>
      <w:tabs>
        <w:tab w:val="clear" w:pos="4513"/>
        <w:tab w:val="clear" w:pos="9027"/>
        <w:tab w:val="left" w:pos="5954"/>
        <w:tab w:val="left" w:pos="12616"/>
      </w:tabs>
    </w:pPr>
    <w:bookmarkStart w:id="100" w:name="_Hlk122448997"/>
    <w:bookmarkStart w:id="101" w:name="_Hlk122448998"/>
    <w:bookmarkStart w:id="102" w:name="_Hlk124946142"/>
    <w:bookmarkStart w:id="103" w:name="_Hlk124946143"/>
    <w:bookmarkEnd w:id="100"/>
    <w:bookmarkEnd w:id="101"/>
    <w:bookmarkEnd w:id="102"/>
    <w:bookmarkEnd w:id="10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E1096" w14:textId="77777777" w:rsidR="00A624FE" w:rsidRPr="000675A6" w:rsidRDefault="00A624FE" w:rsidP="00A624FE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bookmarkStart w:id="104" w:name="_Hlk122448999"/>
    <w:bookmarkStart w:id="105" w:name="_Hlk122449000"/>
    <w:bookmarkStart w:id="106" w:name="_Hlk124946144"/>
    <w:bookmarkStart w:id="107" w:name="_Hlk124946145"/>
    <w:r w:rsidRPr="000675A6">
      <w:rPr>
        <w:sz w:val="16"/>
        <w:lang w:val="fr-CH"/>
      </w:rPr>
      <w:t xml:space="preserve">Centre William Rappard    Rue de Lausanne 154    Case postale    CH </w:t>
    </w:r>
    <w:r>
      <w:rPr>
        <w:sz w:val="16"/>
        <w:lang w:val="fr-CH"/>
      </w:rPr>
      <w:t>- 1211 Genève 2</w:t>
    </w:r>
  </w:p>
  <w:p w14:paraId="2EAF114D" w14:textId="77777777" w:rsidR="00A624FE" w:rsidRPr="000675A6" w:rsidRDefault="00A624FE" w:rsidP="00A624FE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r w:rsidRPr="000675A6">
      <w:rPr>
        <w:sz w:val="16"/>
        <w:lang w:val="fr-CH"/>
      </w:rPr>
      <w:t xml:space="preserve"> Téléphone: (+41 22) 739 51 11    Fax: (+41 22) 731 42 06</w:t>
    </w:r>
  </w:p>
  <w:p w14:paraId="0D378367" w14:textId="77777777" w:rsidR="00A624FE" w:rsidRPr="00513E3A" w:rsidRDefault="00A624FE" w:rsidP="00A624FE">
    <w:pPr>
      <w:pBdr>
        <w:top w:val="single" w:sz="4" w:space="6" w:color="auto"/>
      </w:pBdr>
      <w:tabs>
        <w:tab w:val="left" w:pos="7230"/>
        <w:tab w:val="right" w:pos="10206"/>
      </w:tabs>
      <w:spacing w:line="198" w:lineRule="exact"/>
      <w:ind w:right="-2"/>
      <w:jc w:val="center"/>
      <w:rPr>
        <w:sz w:val="16"/>
        <w:lang w:val="fr-CH"/>
      </w:rPr>
    </w:pPr>
    <w:r w:rsidRPr="000675A6">
      <w:rPr>
        <w:sz w:val="16"/>
        <w:lang w:val="fr-CH"/>
      </w:rPr>
      <w:t>Internet: http://www.wto.org</w:t>
    </w:r>
  </w:p>
  <w:bookmarkEnd w:id="104"/>
  <w:bookmarkEnd w:id="105"/>
  <w:bookmarkEnd w:id="106"/>
  <w:bookmarkEnd w:id="107"/>
  <w:p w14:paraId="63C3036D" w14:textId="77777777" w:rsidR="00A624FE" w:rsidRPr="00862094" w:rsidRDefault="00A624FE">
    <w:pPr>
      <w:pStyle w:val="Pieddepage"/>
      <w:rPr>
        <w:lang w:val="fr-CH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C820" w14:textId="77777777" w:rsidR="00C765DD" w:rsidRDefault="00C765DD" w:rsidP="00C765DD">
    <w:pPr>
      <w:pStyle w:val="Pieddepage"/>
    </w:pPr>
    <w:bookmarkStart w:id="112" w:name="_Hlk122449003"/>
    <w:bookmarkStart w:id="113" w:name="_Hlk122449004"/>
    <w:bookmarkStart w:id="114" w:name="_Hlk124946148"/>
    <w:bookmarkStart w:id="115" w:name="_Hlk124946149"/>
    <w:r>
      <w:t>Schedule XLII – Israel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  <w:r>
      <w:rPr>
        <w:noProof/>
      </w:rPr>
      <w:tab/>
      <w:t>WT/Let/XX</w:t>
    </w:r>
    <w:bookmarkEnd w:id="112"/>
    <w:bookmarkEnd w:id="113"/>
    <w:bookmarkEnd w:id="114"/>
    <w:bookmarkEnd w:id="1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BEE79" w14:textId="77777777" w:rsidR="001A316A" w:rsidRDefault="001A316A" w:rsidP="00ED54E0">
      <w:bookmarkStart w:id="0" w:name="_Hlk525021416"/>
      <w:bookmarkStart w:id="1" w:name="_Hlk525021417"/>
      <w:bookmarkStart w:id="2" w:name="_Hlk525021418"/>
      <w:bookmarkStart w:id="3" w:name="_Hlk525036540"/>
      <w:bookmarkStart w:id="4" w:name="_Hlk525036541"/>
      <w:bookmarkStart w:id="5" w:name="_Hlk525036542"/>
      <w:bookmarkStart w:id="6" w:name="_Hlk525048700"/>
      <w:bookmarkStart w:id="7" w:name="_Hlk525048701"/>
      <w:bookmarkStart w:id="8" w:name="_Hlk525048702"/>
      <w:bookmarkStart w:id="9" w:name="_Hlk526862419"/>
      <w:bookmarkStart w:id="10" w:name="_Hlk526862420"/>
      <w:bookmarkStart w:id="11" w:name="_Hlk526862421"/>
      <w:bookmarkStart w:id="12" w:name="_Hlk526952848"/>
      <w:bookmarkStart w:id="13" w:name="_Hlk526952849"/>
      <w:bookmarkStart w:id="14" w:name="_Hlk526952850"/>
      <w:bookmarkStart w:id="15" w:name="_Hlk122449005"/>
      <w:bookmarkStart w:id="16" w:name="_Hlk122449006"/>
      <w:bookmarkStart w:id="17" w:name="_Hlk124946150"/>
      <w:bookmarkStart w:id="18" w:name="_Hlk124946151"/>
      <w:r>
        <w:separato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</w:footnote>
  <w:footnote w:type="continuationSeparator" w:id="0">
    <w:p w14:paraId="0776D330" w14:textId="77777777" w:rsidR="001A316A" w:rsidRDefault="001A316A" w:rsidP="00ED54E0">
      <w:bookmarkStart w:id="19" w:name="_Hlk525021419"/>
      <w:bookmarkStart w:id="20" w:name="_Hlk525021420"/>
      <w:bookmarkStart w:id="21" w:name="_Hlk525021421"/>
      <w:bookmarkStart w:id="22" w:name="_Hlk525036543"/>
      <w:bookmarkStart w:id="23" w:name="_Hlk525036544"/>
      <w:bookmarkStart w:id="24" w:name="_Hlk525036545"/>
      <w:bookmarkStart w:id="25" w:name="_Hlk525048703"/>
      <w:bookmarkStart w:id="26" w:name="_Hlk525048704"/>
      <w:bookmarkStart w:id="27" w:name="_Hlk525048705"/>
      <w:bookmarkStart w:id="28" w:name="_Hlk526862422"/>
      <w:bookmarkStart w:id="29" w:name="_Hlk526862423"/>
      <w:bookmarkStart w:id="30" w:name="_Hlk526862424"/>
      <w:bookmarkStart w:id="31" w:name="_Hlk526952851"/>
      <w:bookmarkStart w:id="32" w:name="_Hlk526952852"/>
      <w:bookmarkStart w:id="33" w:name="_Hlk526952853"/>
      <w:bookmarkStart w:id="34" w:name="_Hlk122449007"/>
      <w:bookmarkStart w:id="35" w:name="_Hlk122449008"/>
      <w:bookmarkStart w:id="36" w:name="_Hlk124946152"/>
      <w:bookmarkStart w:id="37" w:name="_Hlk124946153"/>
      <w:r>
        <w:continuationSeparator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6875" w14:textId="77777777" w:rsidR="00594E86" w:rsidRDefault="00594E86">
    <w:pPr>
      <w:pStyle w:val="En-tte"/>
    </w:pPr>
    <w:bookmarkStart w:id="77" w:name="_Hlk122448993"/>
    <w:bookmarkStart w:id="78" w:name="_Hlk122448994"/>
    <w:bookmarkStart w:id="79" w:name="_Hlk124946138"/>
    <w:bookmarkStart w:id="80" w:name="_Hlk124946139"/>
    <w:bookmarkEnd w:id="77"/>
    <w:bookmarkEnd w:id="78"/>
    <w:bookmarkEnd w:id="79"/>
    <w:bookmarkEnd w:id="8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CFB" w14:textId="26C95EC8" w:rsidR="00C765DD" w:rsidRPr="00D52148" w:rsidRDefault="00AF381C" w:rsidP="00AF381C">
    <w:pPr>
      <w:pStyle w:val="En-tte"/>
      <w:tabs>
        <w:tab w:val="clear" w:pos="4513"/>
        <w:tab w:val="clear" w:pos="9027"/>
        <w:tab w:val="right" w:pos="9026"/>
      </w:tabs>
      <w:jc w:val="center"/>
      <w:rPr>
        <w:lang w:val="fr-CH"/>
      </w:rPr>
    </w:pPr>
    <w:bookmarkStart w:id="81" w:name="_Hlk525021410"/>
    <w:bookmarkStart w:id="82" w:name="_Hlk525021411"/>
    <w:bookmarkStart w:id="83" w:name="_Hlk525021412"/>
    <w:bookmarkStart w:id="84" w:name="_Hlk525036534"/>
    <w:bookmarkStart w:id="85" w:name="_Hlk525036535"/>
    <w:bookmarkStart w:id="86" w:name="_Hlk525036536"/>
    <w:bookmarkStart w:id="87" w:name="_Hlk525048694"/>
    <w:bookmarkStart w:id="88" w:name="_Hlk525048695"/>
    <w:bookmarkStart w:id="89" w:name="_Hlk525048696"/>
    <w:bookmarkStart w:id="90" w:name="_Hlk526862413"/>
    <w:bookmarkStart w:id="91" w:name="_Hlk526862414"/>
    <w:bookmarkStart w:id="92" w:name="_Hlk526862415"/>
    <w:bookmarkStart w:id="93" w:name="_Hlk526952842"/>
    <w:bookmarkStart w:id="94" w:name="_Hlk526952843"/>
    <w:bookmarkStart w:id="95" w:name="_Hlk526952844"/>
    <w:bookmarkStart w:id="96" w:name="_Hlk122448995"/>
    <w:bookmarkStart w:id="97" w:name="_Hlk122448996"/>
    <w:bookmarkStart w:id="98" w:name="_Hlk124946140"/>
    <w:bookmarkStart w:id="99" w:name="_Hlk124946141"/>
    <w:r w:rsidRPr="003008F7">
      <w:rPr>
        <w:noProof/>
        <w:lang w:val="fr-CH" w:eastAsia="fr-CH"/>
      </w:rPr>
      <w:drawing>
        <wp:inline distT="0" distB="0" distL="0" distR="0" wp14:anchorId="5A462604" wp14:editId="502D5107">
          <wp:extent cx="3183255" cy="956945"/>
          <wp:effectExtent l="0" t="0" r="0" b="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255" cy="9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AD3A" w14:textId="77777777" w:rsidR="00594E86" w:rsidRDefault="00594E86">
    <w:pPr>
      <w:pStyle w:val="En-tte"/>
    </w:pPr>
    <w:bookmarkStart w:id="108" w:name="_Hlk122449001"/>
    <w:bookmarkStart w:id="109" w:name="_Hlk122449002"/>
    <w:bookmarkStart w:id="110" w:name="_Hlk124946146"/>
    <w:bookmarkStart w:id="111" w:name="_Hlk124946147"/>
    <w:bookmarkEnd w:id="108"/>
    <w:bookmarkEnd w:id="109"/>
    <w:bookmarkEnd w:id="110"/>
    <w:bookmarkEnd w:id="1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BA31B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130321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78B46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6EF224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6C437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8B7742"/>
    <w:multiLevelType w:val="multilevel"/>
    <w:tmpl w:val="E262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2897876">
    <w:abstractNumId w:val="9"/>
  </w:num>
  <w:num w:numId="2" w16cid:durableId="834955248">
    <w:abstractNumId w:val="7"/>
  </w:num>
  <w:num w:numId="3" w16cid:durableId="1624994625">
    <w:abstractNumId w:val="6"/>
  </w:num>
  <w:num w:numId="4" w16cid:durableId="255017934">
    <w:abstractNumId w:val="5"/>
  </w:num>
  <w:num w:numId="5" w16cid:durableId="1487939624">
    <w:abstractNumId w:val="4"/>
  </w:num>
  <w:num w:numId="6" w16cid:durableId="817720602">
    <w:abstractNumId w:val="12"/>
  </w:num>
  <w:num w:numId="7" w16cid:durableId="729304073">
    <w:abstractNumId w:val="11"/>
  </w:num>
  <w:num w:numId="8" w16cid:durableId="697507549">
    <w:abstractNumId w:val="10"/>
  </w:num>
  <w:num w:numId="9" w16cid:durableId="1892959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2866178">
    <w:abstractNumId w:val="13"/>
  </w:num>
  <w:num w:numId="11" w16cid:durableId="1618488260">
    <w:abstractNumId w:val="11"/>
  </w:num>
  <w:num w:numId="12" w16cid:durableId="425811522">
    <w:abstractNumId w:val="11"/>
  </w:num>
  <w:num w:numId="13" w16cid:durableId="704986674">
    <w:abstractNumId w:val="11"/>
  </w:num>
  <w:num w:numId="14" w16cid:durableId="263460262">
    <w:abstractNumId w:val="11"/>
  </w:num>
  <w:num w:numId="15" w16cid:durableId="1614285532">
    <w:abstractNumId w:val="11"/>
  </w:num>
  <w:num w:numId="16" w16cid:durableId="1569919761">
    <w:abstractNumId w:val="11"/>
  </w:num>
  <w:num w:numId="17" w16cid:durableId="740181191">
    <w:abstractNumId w:val="11"/>
  </w:num>
  <w:num w:numId="18" w16cid:durableId="844247219">
    <w:abstractNumId w:val="11"/>
  </w:num>
  <w:num w:numId="19" w16cid:durableId="1252272237">
    <w:abstractNumId w:val="11"/>
  </w:num>
  <w:num w:numId="20" w16cid:durableId="458494518">
    <w:abstractNumId w:val="12"/>
  </w:num>
  <w:num w:numId="21" w16cid:durableId="10033977">
    <w:abstractNumId w:val="10"/>
  </w:num>
  <w:num w:numId="22" w16cid:durableId="1912079636">
    <w:abstractNumId w:val="10"/>
  </w:num>
  <w:num w:numId="23" w16cid:durableId="1403530045">
    <w:abstractNumId w:val="10"/>
  </w:num>
  <w:num w:numId="24" w16cid:durableId="1253467001">
    <w:abstractNumId w:val="10"/>
  </w:num>
  <w:num w:numId="25" w16cid:durableId="1831406501">
    <w:abstractNumId w:val="10"/>
  </w:num>
  <w:num w:numId="26" w16cid:durableId="1990011167">
    <w:abstractNumId w:val="10"/>
  </w:num>
  <w:num w:numId="27" w16cid:durableId="1047267407">
    <w:abstractNumId w:val="13"/>
  </w:num>
  <w:num w:numId="28" w16cid:durableId="146631211">
    <w:abstractNumId w:val="8"/>
  </w:num>
  <w:num w:numId="29" w16cid:durableId="1999075329">
    <w:abstractNumId w:val="3"/>
  </w:num>
  <w:num w:numId="30" w16cid:durableId="2136679048">
    <w:abstractNumId w:val="2"/>
  </w:num>
  <w:num w:numId="31" w16cid:durableId="1733038723">
    <w:abstractNumId w:val="1"/>
  </w:num>
  <w:num w:numId="32" w16cid:durableId="1847669555">
    <w:abstractNumId w:val="0"/>
  </w:num>
  <w:num w:numId="33" w16cid:durableId="3868776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567"/>
  <w:hyphenationZone w:val="425"/>
  <w:evenAndOddHeaders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8F7"/>
    <w:rsid w:val="000020F5"/>
    <w:rsid w:val="00020143"/>
    <w:rsid w:val="000272F6"/>
    <w:rsid w:val="00027B25"/>
    <w:rsid w:val="00037AC4"/>
    <w:rsid w:val="00053F71"/>
    <w:rsid w:val="00081187"/>
    <w:rsid w:val="00085A97"/>
    <w:rsid w:val="00093271"/>
    <w:rsid w:val="00097671"/>
    <w:rsid w:val="000A476A"/>
    <w:rsid w:val="000B23C9"/>
    <w:rsid w:val="000B31E1"/>
    <w:rsid w:val="000B5C43"/>
    <w:rsid w:val="000C3254"/>
    <w:rsid w:val="000D08E0"/>
    <w:rsid w:val="000D1E24"/>
    <w:rsid w:val="000F035A"/>
    <w:rsid w:val="000F038A"/>
    <w:rsid w:val="001069BE"/>
    <w:rsid w:val="0011356B"/>
    <w:rsid w:val="0012129D"/>
    <w:rsid w:val="001367FE"/>
    <w:rsid w:val="00170D51"/>
    <w:rsid w:val="001748B6"/>
    <w:rsid w:val="00182B84"/>
    <w:rsid w:val="001A19A4"/>
    <w:rsid w:val="001A316A"/>
    <w:rsid w:val="001A7E34"/>
    <w:rsid w:val="001B7B62"/>
    <w:rsid w:val="001D577B"/>
    <w:rsid w:val="001E291F"/>
    <w:rsid w:val="001E37F3"/>
    <w:rsid w:val="0021700E"/>
    <w:rsid w:val="002227EB"/>
    <w:rsid w:val="00233408"/>
    <w:rsid w:val="0024316D"/>
    <w:rsid w:val="0024341C"/>
    <w:rsid w:val="00245F77"/>
    <w:rsid w:val="00261172"/>
    <w:rsid w:val="0029055D"/>
    <w:rsid w:val="002B6490"/>
    <w:rsid w:val="002B6B86"/>
    <w:rsid w:val="002E713A"/>
    <w:rsid w:val="002F24BE"/>
    <w:rsid w:val="002F3AFA"/>
    <w:rsid w:val="003008F7"/>
    <w:rsid w:val="0031553B"/>
    <w:rsid w:val="00315B20"/>
    <w:rsid w:val="0035364B"/>
    <w:rsid w:val="003572B4"/>
    <w:rsid w:val="0036240E"/>
    <w:rsid w:val="00363AEC"/>
    <w:rsid w:val="00363F10"/>
    <w:rsid w:val="00364778"/>
    <w:rsid w:val="0038588B"/>
    <w:rsid w:val="003870A2"/>
    <w:rsid w:val="0039335C"/>
    <w:rsid w:val="0039410C"/>
    <w:rsid w:val="003C1231"/>
    <w:rsid w:val="003C312C"/>
    <w:rsid w:val="003F7C9E"/>
    <w:rsid w:val="00406F9E"/>
    <w:rsid w:val="0041237A"/>
    <w:rsid w:val="004248AC"/>
    <w:rsid w:val="00424BB7"/>
    <w:rsid w:val="00430511"/>
    <w:rsid w:val="00430561"/>
    <w:rsid w:val="00440303"/>
    <w:rsid w:val="00457804"/>
    <w:rsid w:val="00467032"/>
    <w:rsid w:val="0046754A"/>
    <w:rsid w:val="00493342"/>
    <w:rsid w:val="00495115"/>
    <w:rsid w:val="0049550D"/>
    <w:rsid w:val="004A5674"/>
    <w:rsid w:val="004D612B"/>
    <w:rsid w:val="004E511A"/>
    <w:rsid w:val="004F203A"/>
    <w:rsid w:val="005011C3"/>
    <w:rsid w:val="00506D14"/>
    <w:rsid w:val="00533519"/>
    <w:rsid w:val="005336B8"/>
    <w:rsid w:val="00534754"/>
    <w:rsid w:val="005409AC"/>
    <w:rsid w:val="005500B2"/>
    <w:rsid w:val="00561E5D"/>
    <w:rsid w:val="0059346A"/>
    <w:rsid w:val="00594E86"/>
    <w:rsid w:val="005A0CBC"/>
    <w:rsid w:val="005B04B9"/>
    <w:rsid w:val="005B15FC"/>
    <w:rsid w:val="005B18B2"/>
    <w:rsid w:val="005B68C7"/>
    <w:rsid w:val="005D3419"/>
    <w:rsid w:val="005D3EED"/>
    <w:rsid w:val="005E3114"/>
    <w:rsid w:val="005E7572"/>
    <w:rsid w:val="005F30CB"/>
    <w:rsid w:val="00603C7D"/>
    <w:rsid w:val="00626CFE"/>
    <w:rsid w:val="006459E6"/>
    <w:rsid w:val="006533F6"/>
    <w:rsid w:val="00664ED0"/>
    <w:rsid w:val="006669C6"/>
    <w:rsid w:val="006674E5"/>
    <w:rsid w:val="00674AA4"/>
    <w:rsid w:val="00674CCD"/>
    <w:rsid w:val="006757DD"/>
    <w:rsid w:val="006B1A9C"/>
    <w:rsid w:val="006B5666"/>
    <w:rsid w:val="006C25DC"/>
    <w:rsid w:val="006E44BF"/>
    <w:rsid w:val="006F6855"/>
    <w:rsid w:val="0070010F"/>
    <w:rsid w:val="00700181"/>
    <w:rsid w:val="007141CF"/>
    <w:rsid w:val="00731FF6"/>
    <w:rsid w:val="00750D55"/>
    <w:rsid w:val="00751D63"/>
    <w:rsid w:val="007577E3"/>
    <w:rsid w:val="00760DB3"/>
    <w:rsid w:val="00762C01"/>
    <w:rsid w:val="00797109"/>
    <w:rsid w:val="007A426A"/>
    <w:rsid w:val="007B3D95"/>
    <w:rsid w:val="007B7F5C"/>
    <w:rsid w:val="007D118F"/>
    <w:rsid w:val="007D5151"/>
    <w:rsid w:val="007E6507"/>
    <w:rsid w:val="007F38EF"/>
    <w:rsid w:val="00817A83"/>
    <w:rsid w:val="00840C2B"/>
    <w:rsid w:val="00862094"/>
    <w:rsid w:val="00863F3D"/>
    <w:rsid w:val="00867ECD"/>
    <w:rsid w:val="008739FD"/>
    <w:rsid w:val="00887163"/>
    <w:rsid w:val="008950AC"/>
    <w:rsid w:val="008A3960"/>
    <w:rsid w:val="008C4919"/>
    <w:rsid w:val="008E372C"/>
    <w:rsid w:val="008F34AB"/>
    <w:rsid w:val="008F7549"/>
    <w:rsid w:val="00903DBE"/>
    <w:rsid w:val="009104E6"/>
    <w:rsid w:val="00923352"/>
    <w:rsid w:val="0092760C"/>
    <w:rsid w:val="009339C2"/>
    <w:rsid w:val="00990F37"/>
    <w:rsid w:val="009A36C5"/>
    <w:rsid w:val="009A6F54"/>
    <w:rsid w:val="009B5C7E"/>
    <w:rsid w:val="009C3532"/>
    <w:rsid w:val="009C4999"/>
    <w:rsid w:val="009C5BAC"/>
    <w:rsid w:val="009F088B"/>
    <w:rsid w:val="00A02D51"/>
    <w:rsid w:val="00A46355"/>
    <w:rsid w:val="00A57ECA"/>
    <w:rsid w:val="00A6057A"/>
    <w:rsid w:val="00A624FE"/>
    <w:rsid w:val="00A639B5"/>
    <w:rsid w:val="00A72686"/>
    <w:rsid w:val="00A74017"/>
    <w:rsid w:val="00A818AE"/>
    <w:rsid w:val="00AA332C"/>
    <w:rsid w:val="00AA5C10"/>
    <w:rsid w:val="00AB06BD"/>
    <w:rsid w:val="00AC27F8"/>
    <w:rsid w:val="00AD4C72"/>
    <w:rsid w:val="00AE2AEE"/>
    <w:rsid w:val="00AE35C4"/>
    <w:rsid w:val="00AF381C"/>
    <w:rsid w:val="00B168ED"/>
    <w:rsid w:val="00B350AB"/>
    <w:rsid w:val="00B44DDA"/>
    <w:rsid w:val="00B5068F"/>
    <w:rsid w:val="00B51D94"/>
    <w:rsid w:val="00B9284F"/>
    <w:rsid w:val="00B93CE7"/>
    <w:rsid w:val="00B96619"/>
    <w:rsid w:val="00BA74D2"/>
    <w:rsid w:val="00BB056F"/>
    <w:rsid w:val="00BB1F84"/>
    <w:rsid w:val="00BB7F9C"/>
    <w:rsid w:val="00BD63BA"/>
    <w:rsid w:val="00BE5468"/>
    <w:rsid w:val="00BF0BFF"/>
    <w:rsid w:val="00BF7C51"/>
    <w:rsid w:val="00C0309F"/>
    <w:rsid w:val="00C11DF6"/>
    <w:rsid w:val="00C11EAC"/>
    <w:rsid w:val="00C133E8"/>
    <w:rsid w:val="00C140CF"/>
    <w:rsid w:val="00C21847"/>
    <w:rsid w:val="00C24304"/>
    <w:rsid w:val="00C26A4B"/>
    <w:rsid w:val="00C30F2A"/>
    <w:rsid w:val="00C37745"/>
    <w:rsid w:val="00C43456"/>
    <w:rsid w:val="00C4499D"/>
    <w:rsid w:val="00C44DC2"/>
    <w:rsid w:val="00C56031"/>
    <w:rsid w:val="00C66A1B"/>
    <w:rsid w:val="00C765DD"/>
    <w:rsid w:val="00C808FC"/>
    <w:rsid w:val="00C879ED"/>
    <w:rsid w:val="00C94FE5"/>
    <w:rsid w:val="00CA0FD2"/>
    <w:rsid w:val="00CA2E5E"/>
    <w:rsid w:val="00CD7D97"/>
    <w:rsid w:val="00CE3EE6"/>
    <w:rsid w:val="00CE4BA1"/>
    <w:rsid w:val="00D000C7"/>
    <w:rsid w:val="00D06E60"/>
    <w:rsid w:val="00D101E0"/>
    <w:rsid w:val="00D126C8"/>
    <w:rsid w:val="00D5271D"/>
    <w:rsid w:val="00D53170"/>
    <w:rsid w:val="00D61C45"/>
    <w:rsid w:val="00D714B6"/>
    <w:rsid w:val="00D747AE"/>
    <w:rsid w:val="00D74C78"/>
    <w:rsid w:val="00D9226C"/>
    <w:rsid w:val="00D94F6C"/>
    <w:rsid w:val="00D95C7D"/>
    <w:rsid w:val="00DA20BD"/>
    <w:rsid w:val="00DB35A4"/>
    <w:rsid w:val="00DE4DED"/>
    <w:rsid w:val="00DE50DB"/>
    <w:rsid w:val="00DF6AE1"/>
    <w:rsid w:val="00E069E4"/>
    <w:rsid w:val="00E126F8"/>
    <w:rsid w:val="00E1770A"/>
    <w:rsid w:val="00E17906"/>
    <w:rsid w:val="00E27F66"/>
    <w:rsid w:val="00E348A9"/>
    <w:rsid w:val="00E40493"/>
    <w:rsid w:val="00E46FD5"/>
    <w:rsid w:val="00E506F1"/>
    <w:rsid w:val="00E544BB"/>
    <w:rsid w:val="00E56545"/>
    <w:rsid w:val="00E90570"/>
    <w:rsid w:val="00EB2482"/>
    <w:rsid w:val="00EB4A18"/>
    <w:rsid w:val="00EC479C"/>
    <w:rsid w:val="00ED20D4"/>
    <w:rsid w:val="00ED52CE"/>
    <w:rsid w:val="00ED54E0"/>
    <w:rsid w:val="00EE167C"/>
    <w:rsid w:val="00F26193"/>
    <w:rsid w:val="00F32397"/>
    <w:rsid w:val="00F40595"/>
    <w:rsid w:val="00F43352"/>
    <w:rsid w:val="00F666D0"/>
    <w:rsid w:val="00F74D93"/>
    <w:rsid w:val="00F847C2"/>
    <w:rsid w:val="00F8598E"/>
    <w:rsid w:val="00FA5DBC"/>
    <w:rsid w:val="00FA5EBC"/>
    <w:rsid w:val="00FC6E0C"/>
    <w:rsid w:val="00FD224A"/>
    <w:rsid w:val="00FE0AF0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6B6B7E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6F8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E126F8"/>
    <w:pPr>
      <w:keepNext/>
      <w:keepLines/>
      <w:numPr>
        <w:numId w:val="2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E126F8"/>
    <w:pPr>
      <w:keepNext/>
      <w:keepLines/>
      <w:numPr>
        <w:ilvl w:val="1"/>
        <w:numId w:val="2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E126F8"/>
    <w:pPr>
      <w:keepNext/>
      <w:keepLines/>
      <w:numPr>
        <w:ilvl w:val="2"/>
        <w:numId w:val="2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E126F8"/>
    <w:pPr>
      <w:keepNext/>
      <w:keepLines/>
      <w:numPr>
        <w:ilvl w:val="3"/>
        <w:numId w:val="2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E126F8"/>
    <w:pPr>
      <w:keepNext/>
      <w:keepLines/>
      <w:numPr>
        <w:ilvl w:val="4"/>
        <w:numId w:val="20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E126F8"/>
    <w:pPr>
      <w:keepNext/>
      <w:keepLines/>
      <w:numPr>
        <w:ilvl w:val="5"/>
        <w:numId w:val="2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E126F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E126F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E126F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2"/>
    <w:rsid w:val="00E126F8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Titre2Car">
    <w:name w:val="Titre 2 Car"/>
    <w:link w:val="Titre2"/>
    <w:uiPriority w:val="2"/>
    <w:rsid w:val="00E126F8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Titre3Car">
    <w:name w:val="Titre 3 Car"/>
    <w:link w:val="Titre3"/>
    <w:uiPriority w:val="2"/>
    <w:rsid w:val="00E126F8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Titre4Car">
    <w:name w:val="Titre 4 Car"/>
    <w:link w:val="Titre4"/>
    <w:uiPriority w:val="2"/>
    <w:rsid w:val="00E126F8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Titre5Car">
    <w:name w:val="Titre 5 Car"/>
    <w:link w:val="Titre5"/>
    <w:uiPriority w:val="2"/>
    <w:rsid w:val="00E126F8"/>
    <w:rPr>
      <w:rFonts w:ascii="Verdana" w:eastAsia="Times New Roman" w:hAnsi="Verdana" w:cs="Times New Roman"/>
      <w:b/>
      <w:color w:val="006283"/>
      <w:sz w:val="18"/>
    </w:rPr>
  </w:style>
  <w:style w:type="character" w:customStyle="1" w:styleId="Titre6Car">
    <w:name w:val="Titre 6 Car"/>
    <w:link w:val="Titre6"/>
    <w:uiPriority w:val="2"/>
    <w:rsid w:val="00E126F8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7Car">
    <w:name w:val="Titre 7 Car"/>
    <w:link w:val="Titre7"/>
    <w:uiPriority w:val="2"/>
    <w:rsid w:val="00E126F8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Titre8Car">
    <w:name w:val="Titre 8 Car"/>
    <w:link w:val="Titre8"/>
    <w:uiPriority w:val="2"/>
    <w:rsid w:val="00E126F8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Titre9Car">
    <w:name w:val="Titre 9 Car"/>
    <w:link w:val="Titre9"/>
    <w:uiPriority w:val="2"/>
    <w:rsid w:val="00E126F8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E126F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reCar">
    <w:name w:val="Titre Car"/>
    <w:link w:val="Titre"/>
    <w:uiPriority w:val="5"/>
    <w:rsid w:val="00E126F8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E126F8"/>
    <w:pPr>
      <w:numPr>
        <w:ilvl w:val="6"/>
        <w:numId w:val="20"/>
      </w:numPr>
      <w:spacing w:after="240"/>
    </w:pPr>
  </w:style>
  <w:style w:type="character" w:customStyle="1" w:styleId="CorpsdetexteCar">
    <w:name w:val="Corps de texte Car"/>
    <w:link w:val="Corpsdetexte"/>
    <w:uiPriority w:val="1"/>
    <w:rsid w:val="00E126F8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E126F8"/>
    <w:pPr>
      <w:numPr>
        <w:ilvl w:val="7"/>
        <w:numId w:val="20"/>
      </w:numPr>
      <w:spacing w:after="240"/>
    </w:pPr>
  </w:style>
  <w:style w:type="character" w:customStyle="1" w:styleId="Corpsdetexte2Car">
    <w:name w:val="Corps de texte 2 Car"/>
    <w:link w:val="Corpsdetexte2"/>
    <w:uiPriority w:val="1"/>
    <w:rsid w:val="00E126F8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E126F8"/>
    <w:pPr>
      <w:numPr>
        <w:ilvl w:val="8"/>
        <w:numId w:val="20"/>
      </w:numPr>
      <w:spacing w:after="240"/>
    </w:pPr>
    <w:rPr>
      <w:szCs w:val="16"/>
    </w:rPr>
  </w:style>
  <w:style w:type="character" w:customStyle="1" w:styleId="Corpsdetexte3Car">
    <w:name w:val="Corps de texte 3 Car"/>
    <w:link w:val="Corpsdetexte3"/>
    <w:uiPriority w:val="1"/>
    <w:rsid w:val="00E126F8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E126F8"/>
    <w:pPr>
      <w:numPr>
        <w:numId w:val="6"/>
      </w:numPr>
    </w:pPr>
  </w:style>
  <w:style w:type="paragraph" w:styleId="Listepuces">
    <w:name w:val="List Bullet"/>
    <w:basedOn w:val="Normal"/>
    <w:uiPriority w:val="1"/>
    <w:rsid w:val="00E126F8"/>
    <w:pPr>
      <w:numPr>
        <w:numId w:val="26"/>
      </w:numPr>
      <w:spacing w:after="240"/>
    </w:pPr>
  </w:style>
  <w:style w:type="paragraph" w:styleId="Listepuces2">
    <w:name w:val="List Bullet 2"/>
    <w:basedOn w:val="Normal"/>
    <w:uiPriority w:val="1"/>
    <w:rsid w:val="00E126F8"/>
    <w:pPr>
      <w:numPr>
        <w:ilvl w:val="1"/>
        <w:numId w:val="26"/>
      </w:numPr>
      <w:spacing w:after="240"/>
    </w:pPr>
  </w:style>
  <w:style w:type="paragraph" w:styleId="Listepuces3">
    <w:name w:val="List Bullet 3"/>
    <w:basedOn w:val="Normal"/>
    <w:uiPriority w:val="1"/>
    <w:rsid w:val="00E126F8"/>
    <w:pPr>
      <w:numPr>
        <w:ilvl w:val="2"/>
        <w:numId w:val="26"/>
      </w:numPr>
      <w:spacing w:after="240"/>
    </w:pPr>
  </w:style>
  <w:style w:type="paragraph" w:styleId="Listepuces4">
    <w:name w:val="List Bullet 4"/>
    <w:basedOn w:val="Normal"/>
    <w:uiPriority w:val="1"/>
    <w:rsid w:val="00E126F8"/>
    <w:pPr>
      <w:numPr>
        <w:ilvl w:val="3"/>
        <w:numId w:val="26"/>
      </w:numPr>
      <w:spacing w:after="240"/>
    </w:pPr>
  </w:style>
  <w:style w:type="paragraph" w:styleId="Listepuces5">
    <w:name w:val="List Bullet 5"/>
    <w:basedOn w:val="Normal"/>
    <w:uiPriority w:val="1"/>
    <w:rsid w:val="00E126F8"/>
    <w:pPr>
      <w:numPr>
        <w:ilvl w:val="4"/>
        <w:numId w:val="26"/>
      </w:numPr>
      <w:spacing w:after="240"/>
    </w:pPr>
  </w:style>
  <w:style w:type="numbering" w:customStyle="1" w:styleId="ListBullets">
    <w:name w:val="ListBullets"/>
    <w:uiPriority w:val="99"/>
    <w:rsid w:val="00E126F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126F8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126F8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E126F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E126F8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E126F8"/>
    <w:pPr>
      <w:ind w:firstLine="567"/>
      <w:jc w:val="left"/>
    </w:pPr>
    <w:rPr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126F8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E126F8"/>
    <w:rPr>
      <w:szCs w:val="20"/>
    </w:rPr>
  </w:style>
  <w:style w:type="character" w:customStyle="1" w:styleId="NotedefinCar">
    <w:name w:val="Note de fin Car"/>
    <w:link w:val="Notedefin"/>
    <w:uiPriority w:val="99"/>
    <w:rsid w:val="00E126F8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126F8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126F8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rsid w:val="00E126F8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PieddepageCar">
    <w:name w:val="Pied de page Car"/>
    <w:link w:val="Pieddepage"/>
    <w:rsid w:val="00E126F8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E126F8"/>
    <w:pPr>
      <w:ind w:left="567" w:right="567" w:firstLine="0"/>
    </w:pPr>
  </w:style>
  <w:style w:type="character" w:styleId="Appelnotedebasdep">
    <w:name w:val="footnote reference"/>
    <w:uiPriority w:val="5"/>
    <w:rsid w:val="00E126F8"/>
    <w:rPr>
      <w:vertAlign w:val="superscript"/>
    </w:rPr>
  </w:style>
  <w:style w:type="paragraph" w:styleId="En-tte">
    <w:name w:val="header"/>
    <w:basedOn w:val="Normal"/>
    <w:link w:val="En-tteCar"/>
    <w:rsid w:val="00E126F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En-tteCar">
    <w:name w:val="En-tête Car"/>
    <w:link w:val="En-tte"/>
    <w:rsid w:val="00E126F8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E126F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126F8"/>
    <w:pPr>
      <w:spacing w:after="240"/>
      <w:ind w:left="1134" w:right="1134"/>
    </w:pPr>
    <w:rPr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E126F8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E126F8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126F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126F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126F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E126F8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E126F8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E126F8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E126F8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E126F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E126F8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126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E126F8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126F8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ous-titreCar">
    <w:name w:val="Sous-titre Car"/>
    <w:link w:val="Sous-titre"/>
    <w:uiPriority w:val="11"/>
    <w:rsid w:val="00E126F8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E126F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126F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126F8"/>
    <w:pPr>
      <w:numPr>
        <w:numId w:val="27"/>
      </w:numPr>
      <w:spacing w:after="240"/>
    </w:pPr>
  </w:style>
  <w:style w:type="paragraph" w:styleId="Paragraphedeliste">
    <w:name w:val="List Paragraph"/>
    <w:basedOn w:val="Normal"/>
    <w:uiPriority w:val="59"/>
    <w:semiHidden/>
    <w:qFormat/>
    <w:rsid w:val="00E126F8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E126F8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E126F8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126F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126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E126F8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uiPriority w:val="9"/>
    <w:unhideWhenUsed/>
    <w:rsid w:val="0059346A"/>
    <w:rPr>
      <w:color w:val="0000FF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6B1A9C"/>
  </w:style>
  <w:style w:type="paragraph" w:styleId="Normalcentr">
    <w:name w:val="Block Text"/>
    <w:basedOn w:val="Normal"/>
    <w:uiPriority w:val="99"/>
    <w:semiHidden/>
    <w:unhideWhenUsed/>
    <w:rsid w:val="006B1A9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6B1A9C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link w:val="Retrait1relign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B1A9C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6B1A9C"/>
    <w:pPr>
      <w:spacing w:after="0"/>
      <w:ind w:left="360" w:firstLine="360"/>
    </w:pPr>
  </w:style>
  <w:style w:type="character" w:customStyle="1" w:styleId="Retraitcorpset1religCar">
    <w:name w:val="Retrait corps et 1re lig. Car"/>
    <w:link w:val="Retraitcorpset1relig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B1A9C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B1A9C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6B1A9C"/>
    <w:rPr>
      <w:rFonts w:ascii="Verdana" w:hAnsi="Verdana"/>
      <w:sz w:val="16"/>
      <w:szCs w:val="16"/>
      <w:lang w:eastAsia="en-US"/>
    </w:rPr>
  </w:style>
  <w:style w:type="character" w:styleId="Titredulivre">
    <w:name w:val="Book Title"/>
    <w:uiPriority w:val="99"/>
    <w:semiHidden/>
    <w:qFormat/>
    <w:rsid w:val="006B1A9C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6B1A9C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6B1A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B1A9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B1A9C"/>
    <w:rPr>
      <w:rFonts w:ascii="Verdana" w:hAnsi="Verdana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6B1A9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B1A9C"/>
    <w:rPr>
      <w:rFonts w:ascii="Verdana" w:hAnsi="Verdana"/>
      <w:b/>
      <w:bCs/>
      <w:lang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6B1A9C"/>
  </w:style>
  <w:style w:type="character" w:customStyle="1" w:styleId="DateCar">
    <w:name w:val="Date Car"/>
    <w:link w:val="Dat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B1A9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6B1A9C"/>
    <w:rPr>
      <w:rFonts w:ascii="Tahoma" w:hAnsi="Tahoma" w:cs="Tahoma"/>
      <w:sz w:val="16"/>
      <w:szCs w:val="16"/>
      <w:lang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6B1A9C"/>
  </w:style>
  <w:style w:type="character" w:customStyle="1" w:styleId="SignaturelectroniqueCar">
    <w:name w:val="Signature électronique Car"/>
    <w:link w:val="Signaturelectroniqu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character" w:styleId="Accentuation">
    <w:name w:val="Emphasis"/>
    <w:uiPriority w:val="99"/>
    <w:semiHidden/>
    <w:qFormat/>
    <w:rsid w:val="006B1A9C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6B1A9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6B1A9C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6B1A9C"/>
    <w:rPr>
      <w:color w:val="800080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6B1A9C"/>
  </w:style>
  <w:style w:type="paragraph" w:styleId="AdresseHTML">
    <w:name w:val="HTML Address"/>
    <w:basedOn w:val="Normal"/>
    <w:link w:val="AdresseHTMLCar"/>
    <w:uiPriority w:val="99"/>
    <w:semiHidden/>
    <w:unhideWhenUsed/>
    <w:rsid w:val="006B1A9C"/>
    <w:rPr>
      <w:i/>
      <w:iCs/>
    </w:rPr>
  </w:style>
  <w:style w:type="character" w:customStyle="1" w:styleId="AdresseHTMLCar">
    <w:name w:val="Adresse HTML Car"/>
    <w:link w:val="AdresseHTML"/>
    <w:uiPriority w:val="99"/>
    <w:semiHidden/>
    <w:rsid w:val="006B1A9C"/>
    <w:rPr>
      <w:rFonts w:ascii="Verdana" w:hAnsi="Verdana"/>
      <w:i/>
      <w:iCs/>
      <w:sz w:val="18"/>
      <w:szCs w:val="22"/>
      <w:lang w:eastAsia="en-US"/>
    </w:rPr>
  </w:style>
  <w:style w:type="character" w:styleId="CitationHTML">
    <w:name w:val="HTML Cite"/>
    <w:uiPriority w:val="99"/>
    <w:semiHidden/>
    <w:unhideWhenUsed/>
    <w:rsid w:val="006B1A9C"/>
    <w:rPr>
      <w:i/>
      <w:iCs/>
    </w:rPr>
  </w:style>
  <w:style w:type="character" w:styleId="CodeHTML">
    <w:name w:val="HTML Code"/>
    <w:uiPriority w:val="99"/>
    <w:semiHidden/>
    <w:unhideWhenUsed/>
    <w:rsid w:val="006B1A9C"/>
    <w:rPr>
      <w:rFonts w:ascii="Consolas" w:hAnsi="Consolas" w:cs="Consolas"/>
      <w:sz w:val="20"/>
      <w:szCs w:val="20"/>
    </w:rPr>
  </w:style>
  <w:style w:type="character" w:styleId="DfinitionHTML">
    <w:name w:val="HTML Definition"/>
    <w:uiPriority w:val="99"/>
    <w:semiHidden/>
    <w:unhideWhenUsed/>
    <w:rsid w:val="006B1A9C"/>
    <w:rPr>
      <w:i/>
      <w:iCs/>
    </w:rPr>
  </w:style>
  <w:style w:type="character" w:styleId="ClavierHTML">
    <w:name w:val="HTML Keyboard"/>
    <w:uiPriority w:val="99"/>
    <w:semiHidden/>
    <w:unhideWhenUsed/>
    <w:rsid w:val="006B1A9C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B1A9C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6B1A9C"/>
    <w:rPr>
      <w:rFonts w:ascii="Consolas" w:hAnsi="Consolas" w:cs="Consolas"/>
      <w:lang w:eastAsia="en-US"/>
    </w:rPr>
  </w:style>
  <w:style w:type="character" w:styleId="ExempleHTML">
    <w:name w:val="HTML Sample"/>
    <w:uiPriority w:val="99"/>
    <w:semiHidden/>
    <w:unhideWhenUsed/>
    <w:rsid w:val="006B1A9C"/>
    <w:rPr>
      <w:rFonts w:ascii="Consolas" w:hAnsi="Consolas" w:cs="Consolas"/>
      <w:sz w:val="24"/>
      <w:szCs w:val="24"/>
    </w:rPr>
  </w:style>
  <w:style w:type="character" w:styleId="MachinecrireHTML">
    <w:name w:val="HTML Typewriter"/>
    <w:uiPriority w:val="99"/>
    <w:semiHidden/>
    <w:unhideWhenUsed/>
    <w:rsid w:val="006B1A9C"/>
    <w:rPr>
      <w:rFonts w:ascii="Consolas" w:hAnsi="Consolas" w:cs="Consolas"/>
      <w:sz w:val="20"/>
      <w:szCs w:val="20"/>
    </w:rPr>
  </w:style>
  <w:style w:type="character" w:styleId="VariableHTML">
    <w:name w:val="HTML Variable"/>
    <w:uiPriority w:val="99"/>
    <w:semiHidden/>
    <w:unhideWhenUsed/>
    <w:rsid w:val="006B1A9C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B1A9C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B1A9C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B1A9C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B1A9C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B1A9C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B1A9C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B1A9C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B1A9C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B1A9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6B1A9C"/>
    <w:rPr>
      <w:rFonts w:ascii="Cambria" w:eastAsia="Times New Roman" w:hAnsi="Cambria"/>
      <w:b/>
      <w:bCs/>
    </w:rPr>
  </w:style>
  <w:style w:type="character" w:styleId="Accentuationintense">
    <w:name w:val="Intense Emphasis"/>
    <w:uiPriority w:val="99"/>
    <w:semiHidden/>
    <w:qFormat/>
    <w:rsid w:val="006B1A9C"/>
    <w:rPr>
      <w:b/>
      <w:bCs/>
      <w:i/>
      <w:iCs/>
      <w:color w:val="4F81BD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6B1A9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semiHidden/>
    <w:rsid w:val="006B1A9C"/>
    <w:rPr>
      <w:rFonts w:ascii="Verdana" w:hAnsi="Verdana"/>
      <w:b/>
      <w:bCs/>
      <w:i/>
      <w:iCs/>
      <w:color w:val="4F81BD"/>
      <w:sz w:val="18"/>
      <w:szCs w:val="22"/>
      <w:lang w:eastAsia="en-US"/>
    </w:rPr>
  </w:style>
  <w:style w:type="character" w:styleId="Rfrenceintense">
    <w:name w:val="Intense Reference"/>
    <w:uiPriority w:val="99"/>
    <w:semiHidden/>
    <w:qFormat/>
    <w:rsid w:val="006B1A9C"/>
    <w:rPr>
      <w:b/>
      <w:bCs/>
      <w:smallCaps/>
      <w:color w:val="C0504D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6B1A9C"/>
  </w:style>
  <w:style w:type="paragraph" w:styleId="Liste">
    <w:name w:val="List"/>
    <w:basedOn w:val="Normal"/>
    <w:uiPriority w:val="99"/>
    <w:semiHidden/>
    <w:unhideWhenUsed/>
    <w:rsid w:val="006B1A9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6B1A9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6B1A9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6B1A9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6B1A9C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6B1A9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6B1A9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6B1A9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6B1A9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6B1A9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6B1A9C"/>
    <w:pPr>
      <w:numPr>
        <w:numId w:val="28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6B1A9C"/>
    <w:pPr>
      <w:numPr>
        <w:numId w:val="29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6B1A9C"/>
    <w:pPr>
      <w:numPr>
        <w:numId w:val="30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6B1A9C"/>
    <w:pPr>
      <w:numPr>
        <w:numId w:val="31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6B1A9C"/>
    <w:pPr>
      <w:numPr>
        <w:numId w:val="32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6B1A9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 w:eastAsia="en-US"/>
    </w:rPr>
  </w:style>
  <w:style w:type="character" w:customStyle="1" w:styleId="TextedemacroCar">
    <w:name w:val="Texte de macro Car"/>
    <w:link w:val="Textedemacro"/>
    <w:uiPriority w:val="99"/>
    <w:semiHidden/>
    <w:rsid w:val="006B1A9C"/>
    <w:rPr>
      <w:rFonts w:ascii="Consolas" w:hAnsi="Consolas" w:cs="Consolas"/>
      <w:lang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6B1A9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rsid w:val="006B1A9C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Sansinterligne">
    <w:name w:val="No Spacing"/>
    <w:uiPriority w:val="1"/>
    <w:semiHidden/>
    <w:qFormat/>
    <w:rsid w:val="006B1A9C"/>
    <w:pPr>
      <w:jc w:val="both"/>
    </w:pPr>
    <w:rPr>
      <w:rFonts w:ascii="Verdana" w:hAnsi="Verdana"/>
      <w:sz w:val="18"/>
      <w:szCs w:val="22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6B1A9C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6B1A9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6B1A9C"/>
  </w:style>
  <w:style w:type="character" w:customStyle="1" w:styleId="TitredenoteCar">
    <w:name w:val="Titre de note Car"/>
    <w:link w:val="Titredenot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6B1A9C"/>
  </w:style>
  <w:style w:type="character" w:styleId="Textedelespacerserv">
    <w:name w:val="Placeholder Text"/>
    <w:uiPriority w:val="99"/>
    <w:semiHidden/>
    <w:rsid w:val="006B1A9C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6B1A9C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link w:val="Textebrut"/>
    <w:uiPriority w:val="99"/>
    <w:semiHidden/>
    <w:rsid w:val="006B1A9C"/>
    <w:rPr>
      <w:rFonts w:ascii="Consolas" w:hAnsi="Consolas" w:cs="Consolas"/>
      <w:sz w:val="21"/>
      <w:szCs w:val="21"/>
      <w:lang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6B1A9C"/>
    <w:rPr>
      <w:i/>
      <w:iCs/>
      <w:color w:val="000000"/>
    </w:rPr>
  </w:style>
  <w:style w:type="character" w:customStyle="1" w:styleId="CitationCar">
    <w:name w:val="Citation Car"/>
    <w:link w:val="Citation"/>
    <w:uiPriority w:val="99"/>
    <w:semiHidden/>
    <w:rsid w:val="006B1A9C"/>
    <w:rPr>
      <w:rFonts w:ascii="Verdana" w:hAnsi="Verdana"/>
      <w:i/>
      <w:iCs/>
      <w:color w:val="000000"/>
      <w:sz w:val="18"/>
      <w:szCs w:val="22"/>
      <w:lang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6B1A9C"/>
  </w:style>
  <w:style w:type="character" w:customStyle="1" w:styleId="SalutationsCar">
    <w:name w:val="Salutations Car"/>
    <w:link w:val="Salutations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6B1A9C"/>
    <w:pPr>
      <w:ind w:left="4252"/>
    </w:pPr>
  </w:style>
  <w:style w:type="character" w:customStyle="1" w:styleId="SignatureCar">
    <w:name w:val="Signature Car"/>
    <w:link w:val="Signature"/>
    <w:uiPriority w:val="99"/>
    <w:semiHidden/>
    <w:rsid w:val="006B1A9C"/>
    <w:rPr>
      <w:rFonts w:ascii="Verdana" w:hAnsi="Verdana"/>
      <w:sz w:val="18"/>
      <w:szCs w:val="22"/>
      <w:lang w:eastAsia="en-US"/>
    </w:rPr>
  </w:style>
  <w:style w:type="character" w:styleId="lev">
    <w:name w:val="Strong"/>
    <w:uiPriority w:val="99"/>
    <w:semiHidden/>
    <w:qFormat/>
    <w:rsid w:val="006B1A9C"/>
    <w:rPr>
      <w:b/>
      <w:bCs/>
    </w:rPr>
  </w:style>
  <w:style w:type="character" w:styleId="Accentuationlgre">
    <w:name w:val="Subtle Emphasis"/>
    <w:uiPriority w:val="99"/>
    <w:semiHidden/>
    <w:qFormat/>
    <w:rsid w:val="006B1A9C"/>
    <w:rPr>
      <w:i/>
      <w:iCs/>
      <w:color w:val="808080"/>
    </w:rPr>
  </w:style>
  <w:style w:type="character" w:styleId="Rfrencelgre">
    <w:name w:val="Subtle Reference"/>
    <w:uiPriority w:val="99"/>
    <w:semiHidden/>
    <w:qFormat/>
    <w:rsid w:val="006B1A9C"/>
    <w:rPr>
      <w:smallCaps/>
      <w:color w:val="C0504D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6B1A9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Rvision">
    <w:name w:val="Revision"/>
    <w:hidden/>
    <w:uiPriority w:val="99"/>
    <w:semiHidden/>
    <w:rsid w:val="00085A97"/>
    <w:rPr>
      <w:rFonts w:ascii="Verdana" w:hAnsi="Verdana"/>
      <w:sz w:val="18"/>
      <w:szCs w:val="22"/>
      <w:lang w:val="en-GB" w:eastAsia="en-US"/>
    </w:rPr>
  </w:style>
  <w:style w:type="character" w:customStyle="1" w:styleId="lblseg1">
    <w:name w:val="lblseg1"/>
    <w:basedOn w:val="Policepardfaut"/>
    <w:rsid w:val="00081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baz\AppData\Roaming\Microsoft\Templates\Letters%20&amp;%20Faxes\WTOLETTRF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A62E9-EB7F-441F-8385-C94B285B9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WTOLETTRF2012.dotx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ACCORD DE MARRAKECH INSTITUANT L'ORGANISATION  MONDIALE DU COMMERCE</vt:lpstr>
      <vt:lpstr>ACCORD DE MARRAKECH INSTITUANT L'ORGANISATION  MONDIALE DU COMMERCE</vt:lpstr>
    </vt:vector>
  </TitlesOfParts>
  <Manager/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ACCORD DE MARRAKECH INSTITUANT L'ORGANISATION  MONDIALE DU COMMERCE</dc:title>
  <dc:subject/>
  <dc:creator/>
  <cp:keywords/>
  <dc:description>LDIMD - DTU</dc:description>
  <cp:lastModifiedBy/>
  <cp:revision>1</cp:revision>
  <cp:lastPrinted>2018-10-10T14:33:00Z</cp:lastPrinted>
  <dcterms:created xsi:type="dcterms:W3CDTF">2023-04-11T13:13:00Z</dcterms:created>
  <dcterms:modified xsi:type="dcterms:W3CDTF">2023-04-12T09:16:00Z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552bba5c-ac82-46ae-96e6-5d37344b5e3b</vt:lpwstr>
  </property>
  <property fmtid="{D5CDD505-2E9C-101B-9397-08002B2CF9AE}" pid="3" name="WTOCLASSIFICATION">
    <vt:lpwstr>WTO OFFICIAL</vt:lpwstr>
  </property>
</Properties>
</file>